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Fabricate</w:t>
      </w:r>
      <w:r>
        <w:rPr>
          <w:rFonts w:ascii="Arial"/>
          <w:b/>
          <w:color w:val="4F61AB"/>
          <w:spacing w:val="-9"/>
          <w:sz w:val="40"/>
        </w:rPr>
        <w:t> 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Cookie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Sheet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48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379"/>
        <w:jc w:val="both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purpose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this</w:t>
      </w:r>
      <w:r>
        <w:rPr>
          <w:color w:val="4C4D4F"/>
        </w:rPr>
        <w:t> Activity</w:t>
      </w:r>
      <w:r>
        <w:rPr>
          <w:color w:val="4C4D4F"/>
          <w:spacing w:val="-1"/>
        </w:rPr>
        <w:t> Plan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introduce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shop through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practical</w:t>
      </w:r>
      <w:r>
        <w:rPr>
          <w:color w:val="4C4D4F"/>
          <w:spacing w:val="79"/>
        </w:rPr>
        <w:t> </w:t>
      </w:r>
      <w:r>
        <w:rPr>
          <w:color w:val="4C4D4F"/>
          <w:spacing w:val="-2"/>
        </w:rPr>
        <w:t>activity.</w:t>
      </w:r>
      <w:r>
        <w:rPr>
          <w:color w:val="4C4D4F"/>
          <w:spacing w:val="-1"/>
        </w:rPr>
        <w:t> This </w:t>
      </w:r>
      <w:r>
        <w:rPr>
          <w:color w:val="4C4D4F"/>
        </w:rPr>
        <w:t>activity </w:t>
      </w:r>
      <w:r>
        <w:rPr>
          <w:color w:val="4C4D4F"/>
          <w:spacing w:val="-1"/>
        </w:rPr>
        <w:t>is an introduction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sheet</w:t>
      </w:r>
      <w:r>
        <w:rPr>
          <w:color w:val="4C4D4F"/>
          <w:spacing w:val="-1"/>
        </w:rPr>
        <w:t> metal fabrication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basic hand tools used in</w:t>
      </w:r>
      <w:r>
        <w:rPr>
          <w:color w:val="4C4D4F"/>
          <w:spacing w:val="79"/>
        </w:rPr>
        <w:t> </w:t>
      </w:r>
      <w:r>
        <w:rPr>
          <w:color w:val="4C4D4F"/>
          <w:spacing w:val="-1"/>
        </w:rPr>
        <w:t>working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sheet</w:t>
      </w:r>
      <w:r>
        <w:rPr>
          <w:color w:val="4C4D4F"/>
          <w:spacing w:val="-1"/>
        </w:rPr>
        <w:t> metal.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Break out and </w:t>
      </w:r>
      <w:r>
        <w:rPr>
          <w:color w:val="4C4D4F"/>
          <w:spacing w:val="-2"/>
        </w:rPr>
        <w:t>lay</w:t>
      </w:r>
      <w:r>
        <w:rPr>
          <w:color w:val="4C4D4F"/>
          <w:spacing w:val="-1"/>
        </w:rPr>
        <w:t> out stock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2"/>
        </w:rPr>
        <w:t>Cut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1"/>
        </w:rPr>
        <w:t> metal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Form</w:t>
      </w:r>
      <w:r>
        <w:rPr>
          <w:color w:val="4C4D4F"/>
          <w:spacing w:val="-2"/>
        </w:rPr>
        <w:t> sheet</w:t>
      </w:r>
      <w:r>
        <w:rPr>
          <w:color w:val="4C4D4F"/>
          <w:spacing w:val="-1"/>
        </w:rPr>
        <w:t> metal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Spot weld</w:t>
      </w:r>
      <w:r>
        <w:rPr>
          <w:color w:val="4C4D4F"/>
          <w:spacing w:val="-2"/>
        </w:rPr>
        <w:t> sheet</w:t>
      </w:r>
      <w:r>
        <w:rPr>
          <w:color w:val="4C4D4F"/>
        </w:rPr>
        <w:t> </w:t>
      </w:r>
      <w:r>
        <w:rPr>
          <w:color w:val="4C4D4F"/>
          <w:spacing w:val="-1"/>
        </w:rPr>
        <w:t>metal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2"/>
        </w:rPr>
        <w:t>Finish </w:t>
      </w:r>
      <w:r>
        <w:rPr>
          <w:color w:val="4C4D4F"/>
          <w:spacing w:val="-1"/>
        </w:rPr>
        <w:t>sheet metal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</w:t>
      </w:r>
      <w:r>
        <w:rPr>
          <w:color w:val="4C4D4F"/>
          <w:spacing w:val="-2"/>
        </w:rPr>
        <w:t>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Be a </w:t>
      </w:r>
      <w:r>
        <w:rPr>
          <w:rFonts w:ascii="Arial"/>
          <w:color w:val="4C4D4F"/>
          <w:spacing w:val="1"/>
        </w:rPr>
        <w:t>certified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technology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education/industrial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education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teacher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familiar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where this </w:t>
      </w:r>
      <w:r>
        <w:rPr>
          <w:color w:val="4C4D4F"/>
        </w:rPr>
        <w:t>Activity</w:t>
      </w:r>
      <w:r>
        <w:rPr>
          <w:color w:val="4C4D4F"/>
          <w:spacing w:val="-1"/>
        </w:rPr>
        <w:t> Plan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conducted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100" w:right="1399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experience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 aspects</w:t>
      </w:r>
      <w:r>
        <w:rPr>
          <w:color w:val="4C4D4F"/>
        </w:rPr>
        <w:t> </w:t>
      </w:r>
      <w:r>
        <w:rPr>
          <w:color w:val="4C4D4F"/>
          <w:spacing w:val="-1"/>
        </w:rPr>
        <w:t>of the </w:t>
      </w:r>
      <w:r>
        <w:rPr>
          <w:color w:val="4C4D4F"/>
          <w:spacing w:val="-2"/>
        </w:rPr>
        <w:t>given</w:t>
      </w:r>
      <w:r>
        <w:rPr>
          <w:color w:val="4C4D4F"/>
          <w:spacing w:val="-1"/>
        </w:rPr>
        <w:t> metal</w:t>
      </w:r>
      <w:r>
        <w:rPr>
          <w:color w:val="4C4D4F"/>
          <w:spacing w:val="-2"/>
        </w:rPr>
        <w:t> shop,</w:t>
      </w:r>
      <w:r>
        <w:rPr>
          <w:color w:val="4C4D4F"/>
        </w:rPr>
        <w:t> </w:t>
      </w:r>
      <w:r>
        <w:rPr>
          <w:color w:val="4C4D4F"/>
          <w:spacing w:val="-1"/>
        </w:rPr>
        <w:t>including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machines,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69"/>
        </w:rPr>
        <w:t> </w:t>
      </w:r>
      <w:r>
        <w:rPr>
          <w:color w:val="4C4D4F"/>
        </w:rPr>
        <w:t>processes</w:t>
      </w:r>
      <w:r>
        <w:rPr/>
      </w:r>
    </w:p>
    <w:p>
      <w:pPr>
        <w:pStyle w:val="BodyText"/>
        <w:spacing w:line="240" w:lineRule="auto" w:before="181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 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attentive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participatory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Recognize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 appropriate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attitudes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best insurance for safety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Cut, </w:t>
      </w:r>
      <w:r>
        <w:rPr>
          <w:color w:val="4C4D4F"/>
        </w:rPr>
        <w:t>form</w:t>
      </w:r>
      <w:r>
        <w:rPr>
          <w:color w:val="4C4D4F"/>
          <w:spacing w:val="-1"/>
        </w:rPr>
        <w:t> and join</w:t>
      </w:r>
      <w:r>
        <w:rPr>
          <w:color w:val="4C4D4F"/>
          <w:spacing w:val="-2"/>
        </w:rPr>
        <w:t> sheet</w:t>
      </w:r>
      <w:r>
        <w:rPr>
          <w:color w:val="4C4D4F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material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create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desired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project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Safely </w:t>
      </w:r>
      <w:r>
        <w:rPr>
          <w:color w:val="4C4D4F"/>
        </w:rPr>
        <w:t>work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metal shop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hand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equipment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  <w:spacing w:val="-2"/>
        </w:rPr>
        <w:t> layout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Demonstrate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appropriate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finishing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techniques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560" w:right="1399"/>
        <w:jc w:val="left"/>
      </w:pPr>
      <w:r>
        <w:rPr>
          <w:rFonts w:ascii="Arial"/>
          <w:b/>
          <w:color w:val="4C4D4F"/>
          <w:spacing w:val="-2"/>
        </w:rPr>
        <w:t>Aviation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snips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designed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intricate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designs.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cut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compound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curves.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Red</w:t>
      </w:r>
      <w:r>
        <w:rPr>
          <w:color w:val="4C4D4F"/>
          <w:spacing w:val="-4"/>
        </w:rPr>
        <w:t> </w:t>
      </w:r>
      <w:r>
        <w:rPr>
          <w:color w:val="4C4D4F"/>
        </w:rPr>
        <w:t>=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left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cutting;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Green</w:t>
      </w:r>
      <w:r>
        <w:rPr>
          <w:color w:val="4C4D4F"/>
          <w:spacing w:val="-4"/>
        </w:rPr>
        <w:t> </w:t>
      </w:r>
      <w:r>
        <w:rPr>
          <w:color w:val="4C4D4F"/>
        </w:rPr>
        <w:t>=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cutting;</w:t>
      </w:r>
      <w:r>
        <w:rPr>
          <w:color w:val="4C4D4F"/>
          <w:spacing w:val="-4"/>
        </w:rPr>
        <w:t> </w:t>
      </w:r>
      <w:r>
        <w:rPr>
          <w:color w:val="4C4D4F"/>
          <w:spacing w:val="-6"/>
        </w:rPr>
        <w:t>Y</w:t>
      </w:r>
      <w:r>
        <w:rPr>
          <w:color w:val="4C4D4F"/>
          <w:spacing w:val="-5"/>
        </w:rPr>
        <w:t>ellow</w:t>
      </w:r>
      <w:r>
        <w:rPr>
          <w:color w:val="4C4D4F"/>
          <w:spacing w:val="-4"/>
        </w:rPr>
        <w:t> </w:t>
      </w:r>
      <w:r>
        <w:rPr>
          <w:color w:val="4C4D4F"/>
        </w:rPr>
        <w:t>=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universal,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able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85"/>
        </w:rPr>
        <w:t> </w:t>
      </w:r>
      <w:r>
        <w:rPr>
          <w:color w:val="4C4D4F"/>
          <w:spacing w:val="-3"/>
        </w:rPr>
        <w:t>any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direction.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0"/>
          <w:szCs w:val="10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right="640"/>
        <w:jc w:val="left"/>
      </w:pPr>
      <w:r>
        <w:rPr>
          <w:rFonts w:ascii="Arial"/>
          <w:b/>
          <w:color w:val="4C4D4F"/>
          <w:spacing w:val="-3"/>
        </w:rPr>
        <w:t>Box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and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pan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brake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machine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bends,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hems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boxes </w:t>
      </w:r>
      <w:r>
        <w:rPr>
          <w:color w:val="4C4D4F"/>
          <w:spacing w:val="-1"/>
        </w:rPr>
        <w:t>in</w:t>
      </w:r>
      <w:r>
        <w:rPr>
          <w:color w:val="4C4D4F"/>
          <w:spacing w:val="41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metal.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C4D4F"/>
          <w:spacing w:val="-2"/>
        </w:rPr>
        <w:t>Breaking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bending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along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line.</w:t>
      </w:r>
      <w:r>
        <w:rPr/>
      </w:r>
    </w:p>
    <w:p>
      <w:pPr>
        <w:pStyle w:val="BodyText"/>
        <w:spacing w:line="265" w:lineRule="auto" w:before="171"/>
        <w:ind w:right="640"/>
        <w:jc w:val="left"/>
      </w:pPr>
      <w:r>
        <w:rPr>
          <w:rFonts w:ascii="Arial" w:hAnsi="Arial" w:cs="Arial" w:eastAsia="Arial"/>
          <w:b/>
          <w:bCs/>
          <w:color w:val="4C4D4F"/>
          <w:spacing w:val="-1"/>
        </w:rPr>
        <w:t>Combination</w:t>
      </w:r>
      <w:r>
        <w:rPr>
          <w:rFonts w:ascii="Arial" w:hAnsi="Arial" w:cs="Arial" w:eastAsia="Arial"/>
          <w:b/>
          <w:bCs/>
          <w:color w:val="4C4D4F"/>
          <w:spacing w:val="-5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</w:rPr>
        <w:t>square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ruled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blade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both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45°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</w:rPr>
        <w:t>90°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heads.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lay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out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angles</w:t>
      </w:r>
      <w:r>
        <w:rPr>
          <w:color w:val="4C4D4F"/>
          <w:spacing w:val="57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45°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angles.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C4D4F"/>
          <w:spacing w:val="1"/>
        </w:rPr>
        <w:t>Emery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cloth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abrasive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cloth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remove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material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smooth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surfaces.</w:t>
      </w:r>
      <w:r>
        <w:rPr/>
      </w:r>
    </w:p>
    <w:p>
      <w:pPr>
        <w:pStyle w:val="BodyText"/>
        <w:spacing w:line="265" w:lineRule="auto" w:before="171"/>
        <w:ind w:right="640"/>
        <w:jc w:val="left"/>
      </w:pPr>
      <w:r>
        <w:rPr>
          <w:rFonts w:ascii="Arial"/>
          <w:b/>
          <w:color w:val="4C4D4F"/>
          <w:spacing w:val="-3"/>
        </w:rPr>
        <w:t>File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designed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shape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smooth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metal.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Available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variety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shapes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sizes</w:t>
      </w:r>
      <w:r>
        <w:rPr>
          <w:color w:val="4C4D4F"/>
          <w:spacing w:val="7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fit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different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projects.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Made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hardened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steel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varying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textures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remove </w:t>
      </w:r>
      <w:r>
        <w:rPr>
          <w:rFonts w:ascii="Arial"/>
          <w:color w:val="4C4D4F"/>
          <w:spacing w:val="-2"/>
        </w:rPr>
        <w:t>large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very</w:t>
      </w:r>
      <w:r>
        <w:rPr>
          <w:rFonts w:ascii="Arial"/>
          <w:color w:val="4C4D4F"/>
          <w:spacing w:val="63"/>
        </w:rPr>
        <w:t> </w:t>
      </w:r>
      <w:r>
        <w:rPr>
          <w:color w:val="4C4D4F"/>
          <w:spacing w:val="-2"/>
        </w:rPr>
        <w:t>minimal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amounts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material.</w:t>
      </w:r>
      <w:r>
        <w:rPr/>
      </w:r>
    </w:p>
    <w:p>
      <w:pPr>
        <w:pStyle w:val="BodyText"/>
        <w:spacing w:line="265" w:lineRule="auto" w:before="144"/>
        <w:ind w:right="640"/>
        <w:jc w:val="left"/>
      </w:pPr>
      <w:r>
        <w:rPr>
          <w:rFonts w:ascii="Arial"/>
          <w:b/>
          <w:color w:val="4C4D4F"/>
          <w:spacing w:val="-2"/>
        </w:rPr>
        <w:t>Finishing</w:t>
      </w:r>
      <w:r>
        <w:rPr>
          <w:color w:val="4C4D4F"/>
          <w:spacing w:val="-2"/>
        </w:rPr>
        <w:t>: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process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sanding,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polishing,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sandblasting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painting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desirable</w:t>
      </w:r>
      <w:r>
        <w:rPr>
          <w:color w:val="4C4D4F"/>
          <w:spacing w:val="26"/>
        </w:rPr>
        <w:t> </w:t>
      </w:r>
      <w:r>
        <w:rPr>
          <w:color w:val="4C4D4F"/>
          <w:spacing w:val="-2"/>
        </w:rPr>
        <w:t>end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product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appearance.</w:t>
      </w:r>
      <w:r>
        <w:rPr/>
      </w:r>
    </w:p>
    <w:p>
      <w:pPr>
        <w:pStyle w:val="BodyText"/>
        <w:spacing w:line="265" w:lineRule="auto" w:before="144"/>
        <w:ind w:right="640"/>
        <w:jc w:val="left"/>
      </w:pPr>
      <w:r>
        <w:rPr>
          <w:rFonts w:ascii="Arial"/>
          <w:b/>
          <w:color w:val="4C4D4F"/>
          <w:spacing w:val="-2"/>
        </w:rPr>
        <w:t>Layout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process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transferring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pattern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paper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material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pens,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scribes,</w:t>
      </w:r>
      <w:r>
        <w:rPr>
          <w:color w:val="4C4D4F"/>
          <w:spacing w:val="53"/>
          <w:w w:val="99"/>
        </w:rPr>
        <w:t> </w:t>
      </w:r>
      <w:r>
        <w:rPr>
          <w:color w:val="4C4D4F"/>
          <w:spacing w:val="-2"/>
        </w:rPr>
        <w:t>centre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punches,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squares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scales.</w:t>
      </w:r>
      <w:r>
        <w:rPr/>
      </w:r>
    </w:p>
    <w:p>
      <w:pPr>
        <w:spacing w:line="265" w:lineRule="auto" w:before="144"/>
        <w:ind w:left="1100" w:right="61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z w:val="22"/>
        </w:rPr>
        <w:t>Letter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and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number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stamps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hardened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steel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bars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with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letters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and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numbers.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Used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permanently</w:t>
      </w:r>
      <w:r>
        <w:rPr>
          <w:rFonts w:ascii="Arial"/>
          <w:color w:val="4C4D4F"/>
          <w:spacing w:val="59"/>
          <w:sz w:val="22"/>
        </w:rPr>
        <w:t> </w:t>
      </w:r>
      <w:r>
        <w:rPr>
          <w:rFonts w:ascii="Arial"/>
          <w:color w:val="4C4D4F"/>
          <w:spacing w:val="-2"/>
          <w:sz w:val="22"/>
        </w:rPr>
        <w:t>label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metal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projects.</w:t>
      </w:r>
      <w:r>
        <w:rPr>
          <w:rFonts w:ascii="Arial"/>
          <w:sz w:val="22"/>
        </w:rPr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C4D4F"/>
          <w:spacing w:val="-2"/>
        </w:rPr>
        <w:t>Pattern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model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design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guide.</w:t>
      </w:r>
      <w:r>
        <w:rPr/>
      </w:r>
    </w:p>
    <w:p>
      <w:pPr>
        <w:spacing w:before="171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Roper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Whitney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punch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hand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tool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used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punch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holes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sheet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metal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stock.</w:t>
      </w:r>
      <w:r>
        <w:rPr>
          <w:rFonts w:ascii="Arial"/>
          <w:sz w:val="22"/>
        </w:rPr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/>
          <w:b/>
          <w:color w:val="4C4D4F"/>
          <w:spacing w:val="-2"/>
        </w:rPr>
        <w:t>Ruler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precision</w:t>
      </w:r>
      <w:r>
        <w:rPr>
          <w:color w:val="4C4D4F"/>
          <w:spacing w:val="-3"/>
        </w:rPr>
        <w:t> measurement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length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steel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marks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regular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intervals.</w:t>
      </w:r>
      <w:r>
        <w:rPr/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/>
          <w:b/>
          <w:color w:val="4C4D4F"/>
          <w:spacing w:val="-2"/>
        </w:rPr>
        <w:t>Scribe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long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pointed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piece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hardened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steel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mark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layout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metal.</w:t>
      </w:r>
      <w:r>
        <w:rPr/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/>
          <w:b/>
          <w:color w:val="4C4D4F"/>
          <w:spacing w:val="-1"/>
        </w:rPr>
        <w:t>Sheet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metal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term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describe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variety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rolled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stock.</w:t>
      </w:r>
      <w:r>
        <w:rPr/>
      </w:r>
    </w:p>
    <w:p>
      <w:pPr>
        <w:spacing w:before="171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Spot</w:t>
      </w:r>
      <w:r>
        <w:rPr>
          <w:rFonts w:ascii="Arial"/>
          <w:b/>
          <w:color w:val="4C4D4F"/>
          <w:spacing w:val="-6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weld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resistance</w:t>
      </w:r>
      <w:r>
        <w:rPr>
          <w:rFonts w:ascii="Arial"/>
          <w:color w:val="4C4D4F"/>
          <w:spacing w:val="-6"/>
          <w:sz w:val="22"/>
        </w:rPr>
        <w:t> </w:t>
      </w:r>
      <w:r>
        <w:rPr>
          <w:rFonts w:ascii="Arial"/>
          <w:color w:val="4C4D4F"/>
          <w:spacing w:val="-2"/>
          <w:sz w:val="22"/>
        </w:rPr>
        <w:t>welding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3"/>
          <w:sz w:val="22"/>
        </w:rPr>
        <w:t>technique.</w:t>
      </w:r>
      <w:r>
        <w:rPr>
          <w:rFonts w:ascii="Arial"/>
          <w:sz w:val="22"/>
        </w:rPr>
      </w:r>
    </w:p>
    <w:p>
      <w:pPr>
        <w:spacing w:before="171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Squaring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foot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shear</w:t>
      </w:r>
      <w:r>
        <w:rPr>
          <w:rFonts w:ascii="Arial"/>
          <w:color w:val="4C4D4F"/>
          <w:spacing w:val="-1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foot-controlled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machine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used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cut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sheet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metal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stock.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4"/>
        </w:rPr>
        <w:t>2–4</w:t>
      </w:r>
      <w:r>
        <w:rPr>
          <w:color w:val="4C4D4F"/>
          <w:spacing w:val="-1"/>
        </w:rPr>
        <w:t> hours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Practices 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9"/>
        <w:rPr>
          <w:rFonts w:ascii="Arial" w:hAnsi="Arial" w:cs="Arial" w:eastAsia="Arial"/>
          <w:i/>
          <w:sz w:val="25"/>
          <w:szCs w:val="25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Metal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facility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all</w:t>
      </w:r>
      <w:r>
        <w:rPr>
          <w:rFonts w:ascii="Arial"/>
          <w:color w:val="4C4D4F"/>
        </w:rPr>
        <w:t> necessary </w:t>
      </w:r>
      <w:r>
        <w:rPr>
          <w:rFonts w:ascii="Arial"/>
          <w:color w:val="4C4D4F"/>
          <w:spacing w:val="-1"/>
        </w:rPr>
        <w:t>equipment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</w:pPr>
      <w:r>
        <w:rPr>
          <w:color w:val="4C4D4F"/>
          <w:spacing w:val="-2"/>
        </w:rPr>
        <w:t>Aviation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snips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Bar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folder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2"/>
        </w:rPr>
        <w:t>Box</w:t>
      </w:r>
      <w:r>
        <w:rPr>
          <w:color w:val="4C4D4F"/>
          <w:spacing w:val="-1"/>
        </w:rPr>
        <w:t> and</w:t>
      </w:r>
      <w:r>
        <w:rPr>
          <w:color w:val="4C4D4F"/>
        </w:rPr>
        <w:t> </w:t>
      </w:r>
      <w:r>
        <w:rPr>
          <w:color w:val="4C4D4F"/>
          <w:spacing w:val="-1"/>
        </w:rPr>
        <w:t>pan </w:t>
      </w:r>
      <w:r>
        <w:rPr>
          <w:color w:val="4C4D4F"/>
          <w:spacing w:val="-2"/>
        </w:rPr>
        <w:t>brake</w:t>
      </w:r>
      <w:r>
        <w:rPr/>
      </w:r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72" w:after="0"/>
        <w:ind w:left="1100" w:right="0" w:hanging="270"/>
        <w:jc w:val="left"/>
      </w:pPr>
      <w:r>
        <w:rPr>
          <w:color w:val="4C4D4F"/>
          <w:spacing w:val="-1"/>
        </w:rPr>
        <w:t>Combination </w:t>
      </w:r>
      <w:r>
        <w:rPr>
          <w:color w:val="4C4D4F"/>
          <w:spacing w:val="-2"/>
        </w:rPr>
        <w:t>square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Emery</w:t>
      </w:r>
      <w:r>
        <w:rPr>
          <w:color w:val="4C4D4F"/>
          <w:spacing w:val="-3"/>
        </w:rPr>
        <w:t> </w:t>
      </w:r>
      <w:r>
        <w:rPr>
          <w:color w:val="4C4D4F"/>
        </w:rPr>
        <w:t>cloth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Coarse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smooth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Hammer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Letter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stamps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3"/>
        </w:rPr>
        <w:t>24"</w:t>
      </w:r>
      <w:r>
        <w:rPr>
          <w:color w:val="4C4D4F"/>
          <w:spacing w:val="-1"/>
        </w:rPr>
        <w:t> ruler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Scribe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Spot welder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Squaring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foot shear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Whitney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punch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with</w:t>
      </w:r>
      <w:r>
        <w:rPr>
          <w:rFonts w:ascii="Arial" w:hAnsi="Arial" w:cs="Arial" w:eastAsia="Arial"/>
          <w:color w:val="4C4D4F"/>
        </w:rPr>
        <w:t> a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die</w:t>
      </w:r>
      <w:r>
        <w:rPr>
          <w:rFonts w:ascii="Arial" w:hAnsi="Arial" w:cs="Arial" w:eastAsia="Arial"/>
        </w:rPr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</w:rPr>
        <w:t>1</w:t>
      </w:r>
      <w:r>
        <w:rPr>
          <w:color w:val="4C4D4F"/>
          <w:spacing w:val="-2"/>
        </w:rPr>
        <w:t> </w:t>
      </w:r>
      <w:r>
        <w:rPr>
          <w:color w:val="4C4D4F"/>
        </w:rPr>
        <w:t>–</w:t>
      </w:r>
      <w:r>
        <w:rPr>
          <w:color w:val="4C4D4F"/>
          <w:spacing w:val="-2"/>
        </w:rPr>
        <w:t> </w:t>
      </w:r>
      <w:r>
        <w:rPr>
          <w:color w:val="4C4D4F"/>
          <w:spacing w:val="-6"/>
        </w:rPr>
        <w:t>13</w:t>
      </w:r>
      <w:r>
        <w:rPr>
          <w:color w:val="4C4D4F"/>
          <w:spacing w:val="-7"/>
        </w:rPr>
        <w:t>½"</w:t>
      </w:r>
      <w:r>
        <w:rPr>
          <w:color w:val="4C4D4F"/>
        </w:rPr>
        <w:t> ×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19</w:t>
      </w:r>
      <w:r>
        <w:rPr>
          <w:color w:val="4C4D4F"/>
          <w:spacing w:val="-6"/>
        </w:rPr>
        <w:t>½"</w:t>
      </w:r>
      <w:r>
        <w:rPr>
          <w:color w:val="4C4D4F"/>
        </w:rPr>
        <w:t> </w:t>
      </w:r>
      <w:r>
        <w:rPr>
          <w:color w:val="4C4D4F"/>
          <w:spacing w:val="-5"/>
        </w:rPr>
        <w:t>18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ga.</w:t>
      </w:r>
      <w:r>
        <w:rPr>
          <w:color w:val="4C4D4F"/>
        </w:rPr>
        <w:t> </w:t>
      </w:r>
      <w:r>
        <w:rPr>
          <w:color w:val="4C4D4F"/>
          <w:spacing w:val="-1"/>
        </w:rPr>
        <w:t>stainless </w:t>
      </w:r>
      <w:r>
        <w:rPr>
          <w:color w:val="4C4D4F"/>
          <w:spacing w:val="-2"/>
        </w:rPr>
        <w:t>steel</w:t>
      </w:r>
      <w:r>
        <w:rPr>
          <w:color w:val="4C4D4F"/>
          <w:spacing w:val="-1"/>
        </w:rPr>
        <w:t> metal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64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Box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</w:rPr>
        <w:t>and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</w:rPr>
        <w:t>pan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</w:rPr>
        <w:t>brake</w:t>
      </w:r>
      <w:r>
        <w:rPr>
          <w:rFonts w:ascii="Arial"/>
          <w:b/>
          <w:color w:val="4C4D4F"/>
        </w:rPr>
        <w:t> </w:t>
      </w:r>
      <w:r>
        <w:rPr>
          <w:rFonts w:ascii="Arial"/>
          <w:color w:val="456DA9"/>
        </w:rPr>
      </w:r>
      <w:r>
        <w:rPr>
          <w:rFonts w:ascii="Arial"/>
          <w:color w:val="456DA9"/>
        </w:rPr>
        <w:t> </w:t>
      </w:r>
      <w:hyperlink r:id="rId12">
        <w:r>
          <w:rPr>
            <w:rFonts w:ascii="Arial"/>
            <w:color w:val="456DA9"/>
            <w:spacing w:val="-2"/>
            <w:u w:val="single" w:color="456DA9"/>
          </w:rPr>
          <w:t>http://www.bing.com/videos/search?q=how+to+use+a+box+and+pan+brake&amp;view=detail&amp;mid=0</w:t>
        </w:r>
        <w:r>
          <w:rPr>
            <w:rFonts w:ascii="Arial"/>
            <w:color w:val="456DA9"/>
          </w:rPr>
        </w:r>
      </w:hyperlink>
      <w:r>
        <w:rPr>
          <w:rFonts w:ascii="Arial"/>
          <w:color w:val="456DA9"/>
          <w:spacing w:val="115"/>
        </w:rPr>
        <w:t> </w:t>
      </w:r>
      <w:r>
        <w:rPr>
          <w:rFonts w:ascii="Arial"/>
          <w:color w:val="456DA9"/>
          <w:spacing w:val="-3"/>
          <w:u w:val="single" w:color="456DA9"/>
        </w:rPr>
        <w:t>B5F895025F7C74515AE0B5F895025F7C74515AE&amp;FORM=VIRE</w:t>
      </w:r>
      <w:r>
        <w:rPr>
          <w:rFonts w:ascii="Arial"/>
          <w:color w:val="456DA9"/>
          <w:spacing w:val="1"/>
        </w:rPr>
      </w:r>
      <w:r>
        <w:rPr>
          <w:rFonts w:ascii="Arial"/>
        </w:rPr>
      </w:r>
    </w:p>
    <w:p>
      <w:pPr>
        <w:pStyle w:val="BodyText"/>
        <w:spacing w:line="284" w:lineRule="auto" w:before="181"/>
        <w:ind w:left="560" w:right="64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</w:rPr>
        <w:t>Roper</w:t>
      </w:r>
      <w:r>
        <w:rPr>
          <w:rFonts w:ascii="Arial"/>
          <w:b/>
          <w:color w:val="4C4D4F"/>
          <w:spacing w:val="-7"/>
        </w:rPr>
        <w:t> </w:t>
      </w:r>
      <w:r>
        <w:rPr>
          <w:rFonts w:ascii="Arial"/>
          <w:b/>
          <w:color w:val="4C4D4F"/>
        </w:rPr>
        <w:t>Whitney</w:t>
      </w:r>
      <w:r>
        <w:rPr>
          <w:rFonts w:ascii="Arial"/>
          <w:b/>
          <w:color w:val="4C4D4F"/>
          <w:spacing w:val="-7"/>
        </w:rPr>
        <w:t> </w:t>
      </w:r>
      <w:r>
        <w:rPr>
          <w:rFonts w:ascii="Arial"/>
          <w:b/>
          <w:color w:val="4C4D4F"/>
        </w:rPr>
        <w:t>punch</w:t>
      </w:r>
      <w:r>
        <w:rPr>
          <w:rFonts w:ascii="Arial"/>
          <w:b/>
          <w:color w:val="4C4D4F"/>
          <w:w w:val="99"/>
        </w:rPr>
        <w:t> </w:t>
      </w:r>
      <w:r>
        <w:rPr>
          <w:rFonts w:ascii="Arial"/>
          <w:color w:val="456DA9"/>
        </w:rPr>
      </w:r>
      <w:r>
        <w:rPr>
          <w:rFonts w:ascii="Arial"/>
          <w:color w:val="456DA9"/>
        </w:rPr>
        <w:t> </w:t>
      </w:r>
      <w:hyperlink r:id="rId13">
        <w:r>
          <w:rPr>
            <w:rFonts w:ascii="Arial"/>
            <w:color w:val="456DA9"/>
            <w:spacing w:val="-2"/>
            <w:u w:val="single" w:color="456DA9"/>
          </w:rPr>
          <w:t>http://www.bing.com/videos/search?q=how+to+use+a+whiney+punch&amp;&amp;view=detail&amp;mid=94426</w:t>
        </w:r>
        <w:r>
          <w:rPr>
            <w:rFonts w:ascii="Arial"/>
            <w:color w:val="456DA9"/>
          </w:rPr>
        </w:r>
      </w:hyperlink>
      <w:r>
        <w:rPr>
          <w:rFonts w:ascii="Arial"/>
          <w:color w:val="456DA9"/>
          <w:spacing w:val="161"/>
        </w:rPr>
        <w:t> </w:t>
      </w:r>
      <w:r>
        <w:rPr>
          <w:rFonts w:ascii="Arial"/>
          <w:color w:val="456DA9"/>
          <w:u w:val="single" w:color="456DA9"/>
        </w:rPr>
        <w:t>538A09825CF06DD94426538A09825CF06DD&amp;FORM=VRDGAR</w:t>
      </w:r>
      <w:r>
        <w:rPr>
          <w:rFonts w:ascii="Arial"/>
          <w:color w:val="456DA9"/>
        </w:rPr>
      </w:r>
      <w:r>
        <w:rPr>
          <w:rFonts w:ascii="Arial"/>
        </w:rPr>
      </w:r>
    </w:p>
    <w:p>
      <w:pPr>
        <w:pStyle w:val="Heading3"/>
        <w:spacing w:line="240" w:lineRule="auto" w:before="181"/>
        <w:ind w:left="560" w:right="0"/>
        <w:jc w:val="left"/>
        <w:rPr>
          <w:b w:val="0"/>
          <w:bCs w:val="0"/>
        </w:rPr>
      </w:pPr>
      <w:r>
        <w:rPr>
          <w:color w:val="4C4D4F"/>
          <w:spacing w:val="-1"/>
        </w:rPr>
        <w:t>Aviation</w:t>
      </w:r>
      <w:r>
        <w:rPr>
          <w:color w:val="4C4D4F"/>
          <w:spacing w:val="-8"/>
        </w:rPr>
        <w:t> </w:t>
      </w:r>
      <w:r>
        <w:rPr>
          <w:color w:val="4C4D4F"/>
        </w:rPr>
        <w:t>snips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1"/>
          <w:u w:val="single" w:color="456DA9"/>
        </w:rPr>
        <w:t>https://</w:t>
      </w:r>
      <w:hyperlink r:id="rId14">
        <w:r>
          <w:rPr>
            <w:rFonts w:ascii="Arial"/>
            <w:color w:val="456DA9"/>
            <w:spacing w:val="-1"/>
            <w:u w:val="single" w:color="456DA9"/>
          </w:rPr>
          <w:t>www.youtube.com/watch?v=5Nrc2xvLmC0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1"/>
        </w:rPr>
        <w:t>“HEADS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UP!</w:t>
      </w:r>
      <w:r>
        <w:rPr>
          <w:color w:val="4C4D4F"/>
          <w:spacing w:val="-4"/>
        </w:rPr>
        <w:t> </w:t>
      </w:r>
      <w:r>
        <w:rPr>
          <w:color w:val="4C4D4F"/>
        </w:rPr>
        <w:t>for</w:t>
      </w:r>
      <w:r>
        <w:rPr>
          <w:color w:val="4C4D4F"/>
          <w:spacing w:val="-5"/>
        </w:rPr>
        <w:t> </w:t>
      </w:r>
      <w:r>
        <w:rPr>
          <w:color w:val="4C4D4F"/>
          <w:spacing w:val="1"/>
        </w:rPr>
        <w:t>Safety”</w:t>
      </w:r>
      <w:r>
        <w:rPr>
          <w:color w:val="4C4D4F"/>
          <w:spacing w:val="-4"/>
        </w:rPr>
        <w:t> </w:t>
      </w:r>
      <w:r>
        <w:rPr>
          <w:color w:val="4C4D4F"/>
        </w:rPr>
        <w:t>handbook</w:t>
      </w:r>
      <w:r>
        <w:rPr>
          <w:b w:val="0"/>
          <w:bCs w:val="0"/>
        </w:rPr>
      </w:r>
    </w:p>
    <w:p>
      <w:pPr>
        <w:pStyle w:val="BodyText"/>
        <w:spacing w:line="240" w:lineRule="auto" w:before="47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1"/>
          <w:u w:val="single" w:color="456DA9"/>
        </w:rPr>
        <w:t>https://</w:t>
      </w:r>
      <w:hyperlink r:id="rId15">
        <w:r>
          <w:rPr>
            <w:rFonts w:ascii="Arial"/>
            <w:color w:val="456DA9"/>
            <w:spacing w:val="-1"/>
            <w:u w:val="single" w:color="456DA9"/>
          </w:rPr>
          <w:t>www.bced.gov.bc.ca/irp/resdocs/headsup.pdf</w:t>
        </w:r>
        <w:r>
          <w:rPr>
            <w:rFonts w:ascii="Arial"/>
            <w:color w:val="456DA9"/>
            <w:spacing w:val="-1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-1"/>
        </w:rPr>
        <w:t>BC</w:t>
      </w:r>
      <w:r>
        <w:rPr>
          <w:color w:val="4C4D4F"/>
          <w:spacing w:val="-6"/>
        </w:rPr>
        <w:t> </w:t>
      </w:r>
      <w:r>
        <w:rPr>
          <w:color w:val="4C4D4F"/>
          <w:spacing w:val="-2"/>
        </w:rPr>
        <w:t>Technology</w:t>
      </w:r>
      <w:r>
        <w:rPr>
          <w:color w:val="4C4D4F"/>
          <w:spacing w:val="-5"/>
        </w:rPr>
        <w:t> </w:t>
      </w:r>
      <w:r>
        <w:rPr>
          <w:color w:val="4C4D4F"/>
        </w:rPr>
        <w:t>Education</w:t>
      </w:r>
      <w:r>
        <w:rPr>
          <w:color w:val="4C4D4F"/>
          <w:spacing w:val="-6"/>
        </w:rPr>
        <w:t> </w:t>
      </w:r>
      <w:r>
        <w:rPr>
          <w:color w:val="4C4D4F"/>
        </w:rPr>
        <w:t>Association</w:t>
      </w:r>
      <w:r>
        <w:rPr>
          <w:color w:val="4C4D4F"/>
          <w:spacing w:val="-5"/>
        </w:rPr>
        <w:t> </w:t>
      </w:r>
      <w:r>
        <w:rPr>
          <w:color w:val="4C4D4F"/>
        </w:rPr>
        <w:t>Best</w:t>
      </w:r>
      <w:r>
        <w:rPr>
          <w:color w:val="4C4D4F"/>
          <w:spacing w:val="-5"/>
        </w:rPr>
        <w:t> </w:t>
      </w:r>
      <w:r>
        <w:rPr>
          <w:color w:val="4C4D4F"/>
        </w:rPr>
        <w:t>Practices</w:t>
      </w:r>
      <w:r>
        <w:rPr>
          <w:color w:val="4C4D4F"/>
          <w:spacing w:val="-6"/>
        </w:rPr>
        <w:t> </w:t>
      </w:r>
      <w:r>
        <w:rPr>
          <w:color w:val="4C4D4F"/>
        </w:rPr>
        <w:t>Guide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hyperlink r:id="rId16">
        <w:r>
          <w:rPr>
            <w:rFonts w:ascii="Arial"/>
            <w:color w:val="456DA9"/>
            <w:spacing w:val="-1"/>
            <w:u w:val="single" w:color="456DA9"/>
          </w:rPr>
          <w:t>http://www.bctea.org/best-practice-guide/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line="284" w:lineRule="auto" w:before="0"/>
        <w:ind w:left="560" w:right="139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4C4D4F"/>
          <w:sz w:val="22"/>
        </w:rPr>
        <w:t>Modern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Metalworking</w:t>
      </w:r>
      <w:r>
        <w:rPr>
          <w:rFonts w:ascii="Arial"/>
          <w:color w:val="4C4D4F"/>
          <w:spacing w:val="-1"/>
          <w:sz w:val="22"/>
        </w:rPr>
        <w:t>, textbook </w:t>
      </w:r>
      <w:r>
        <w:rPr>
          <w:rFonts w:ascii="Arial"/>
          <w:color w:val="4C4D4F"/>
          <w:spacing w:val="-3"/>
          <w:sz w:val="22"/>
        </w:rPr>
        <w:t>by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John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1"/>
          <w:sz w:val="22"/>
        </w:rPr>
        <w:t>R.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pacing w:val="-6"/>
          <w:sz w:val="22"/>
        </w:rPr>
        <w:t>W</w:t>
      </w:r>
      <w:r>
        <w:rPr>
          <w:rFonts w:ascii="Arial"/>
          <w:color w:val="4C4D4F"/>
          <w:spacing w:val="-5"/>
          <w:sz w:val="22"/>
        </w:rPr>
        <w:t>alker</w:t>
      </w:r>
      <w:r>
        <w:rPr>
          <w:rFonts w:ascii="Arial"/>
          <w:color w:val="4C4D4F"/>
          <w:spacing w:val="-6"/>
          <w:sz w:val="22"/>
        </w:rPr>
        <w:t>,</w:t>
      </w:r>
      <w:r>
        <w:rPr>
          <w:rFonts w:ascii="Arial"/>
          <w:color w:val="4C4D4F"/>
          <w:spacing w:val="-1"/>
          <w:sz w:val="22"/>
        </w:rPr>
        <w:t> copyright </w:t>
      </w:r>
      <w:r>
        <w:rPr>
          <w:rFonts w:ascii="Arial"/>
          <w:color w:val="4C4D4F"/>
          <w:sz w:val="22"/>
        </w:rPr>
        <w:t>2004,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z w:val="22"/>
        </w:rPr>
        <w:t>Goodheart-Wilcox</w:t>
      </w:r>
      <w:r>
        <w:rPr>
          <w:rFonts w:ascii="Arial"/>
          <w:color w:val="4C4D4F"/>
          <w:spacing w:val="4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Company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Inc.</w:t>
      </w:r>
      <w:r>
        <w:rPr>
          <w:rFonts w:ascii="Arial"/>
          <w:sz w:val="22"/>
        </w:rPr>
      </w:r>
    </w:p>
    <w:p>
      <w:pPr>
        <w:spacing w:after="0" w:line="284" w:lineRule="auto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188" w:after="0"/>
        <w:ind w:left="1440" w:right="0" w:hanging="320"/>
        <w:jc w:val="left"/>
      </w:pPr>
      <w:r>
        <w:rPr>
          <w:color w:val="4C4D4F"/>
          <w:spacing w:val="-1"/>
        </w:rPr>
        <w:t>Gather materials and all </w:t>
      </w:r>
      <w:r>
        <w:rPr>
          <w:color w:val="4C4D4F"/>
          <w:spacing w:val="-2"/>
        </w:rPr>
        <w:t>layout</w:t>
      </w:r>
      <w:r>
        <w:rPr>
          <w:color w:val="4C4D4F"/>
          <w:spacing w:val="-1"/>
        </w:rPr>
        <w:t> tools.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0" w:after="0"/>
        <w:ind w:left="1440" w:right="843" w:hanging="320"/>
        <w:jc w:val="left"/>
      </w:pPr>
      <w:r>
        <w:rPr>
          <w:rFonts w:ascii="Arial"/>
          <w:color w:val="4C4D4F"/>
          <w:spacing w:val="-1"/>
        </w:rPr>
        <w:t>Handling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material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carefully,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lay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sheet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metal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flat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work </w:t>
      </w:r>
      <w:r>
        <w:rPr>
          <w:rFonts w:ascii="Arial"/>
          <w:color w:val="4C4D4F"/>
          <w:spacing w:val="-1"/>
        </w:rPr>
        <w:t>table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45"/>
        </w:rPr>
        <w:t> </w:t>
      </w:r>
      <w:r>
        <w:rPr>
          <w:color w:val="4C4D4F"/>
          <w:spacing w:val="-1"/>
        </w:rPr>
        <w:t>letter stamps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hammer to stamp</w:t>
      </w:r>
      <w:r>
        <w:rPr>
          <w:color w:val="4C4D4F"/>
          <w:spacing w:val="-2"/>
        </w:rPr>
        <w:t> your</w:t>
      </w:r>
      <w:r>
        <w:rPr>
          <w:color w:val="4C4D4F"/>
        </w:rPr>
        <w:t> </w:t>
      </w:r>
      <w:r>
        <w:rPr>
          <w:color w:val="4C4D4F"/>
          <w:spacing w:val="-1"/>
        </w:rPr>
        <w:t>name</w:t>
      </w:r>
      <w:r>
        <w:rPr>
          <w:color w:val="4C4D4F"/>
          <w:spacing w:val="-2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initials </w:t>
      </w:r>
      <w:r>
        <w:rPr>
          <w:color w:val="4C4D4F"/>
          <w:spacing w:val="-2"/>
        </w:rPr>
        <w:t>into</w:t>
      </w:r>
      <w:r>
        <w:rPr>
          <w:color w:val="4C4D4F"/>
          <w:spacing w:val="-1"/>
        </w:rPr>
        <w:t> the centre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material.</w:t>
      </w:r>
      <w:r>
        <w:rPr/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81" w:after="0"/>
        <w:ind w:left="1440" w:right="843" w:hanging="320"/>
        <w:jc w:val="left"/>
      </w:pPr>
      <w:r>
        <w:rPr>
          <w:rFonts w:ascii="Arial"/>
          <w:color w:val="4C4D4F"/>
        </w:rPr>
        <w:t>With </w:t>
      </w:r>
      <w:r>
        <w:rPr>
          <w:rFonts w:ascii="Arial"/>
          <w:color w:val="4C4D4F"/>
          <w:spacing w:val="1"/>
        </w:rPr>
        <w:t>emery</w:t>
      </w:r>
      <w:r>
        <w:rPr>
          <w:rFonts w:ascii="Arial"/>
          <w:color w:val="4C4D4F"/>
        </w:rPr>
        <w:t> cloth or a </w:t>
      </w:r>
      <w:r>
        <w:rPr>
          <w:rFonts w:ascii="Arial"/>
          <w:color w:val="4C4D4F"/>
          <w:spacing w:val="-1"/>
        </w:rPr>
        <w:t>smooth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gently</w:t>
      </w:r>
      <w:r>
        <w:rPr>
          <w:rFonts w:ascii="Arial"/>
          <w:color w:val="4C4D4F"/>
        </w:rPr>
        <w:t> file </w:t>
      </w:r>
      <w:r>
        <w:rPr>
          <w:rFonts w:ascii="Arial"/>
          <w:color w:val="4C4D4F"/>
          <w:spacing w:val="-1"/>
        </w:rPr>
        <w:t>all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edges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material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1"/>
        </w:rPr>
        <w:t>both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sides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  <w:spacing w:val="43"/>
        </w:rPr>
        <w:t> </w:t>
      </w:r>
      <w:r>
        <w:rPr>
          <w:color w:val="4C4D4F"/>
          <w:spacing w:val="-2"/>
        </w:rPr>
        <w:t>remove any</w:t>
      </w:r>
      <w:r>
        <w:rPr>
          <w:color w:val="4C4D4F"/>
        </w:rPr>
        <w:t> burrs or </w:t>
      </w:r>
      <w:r>
        <w:rPr>
          <w:color w:val="4C4D4F"/>
          <w:spacing w:val="-1"/>
        </w:rPr>
        <w:t>sharp edges.</w:t>
      </w:r>
      <w:r>
        <w:rPr/>
      </w:r>
    </w:p>
    <w:p>
      <w:pPr>
        <w:pStyle w:val="Heading3"/>
        <w:spacing w:line="240" w:lineRule="auto" w:before="1"/>
        <w:ind w:left="1440" w:right="0"/>
        <w:jc w:val="left"/>
        <w:rPr>
          <w:b w:val="0"/>
          <w:bCs w:val="0"/>
        </w:rPr>
      </w:pPr>
      <w:r>
        <w:rPr>
          <w:color w:val="4C4D4F"/>
          <w:spacing w:val="-1"/>
        </w:rPr>
        <w:t>Note:</w:t>
      </w:r>
      <w:r>
        <w:rPr>
          <w:color w:val="4C4D4F"/>
          <w:spacing w:val="-2"/>
        </w:rPr>
        <w:t> </w:t>
      </w:r>
      <w:r>
        <w:rPr>
          <w:color w:val="4C4D4F"/>
        </w:rPr>
        <w:t>Sheet</w:t>
      </w:r>
      <w:r>
        <w:rPr>
          <w:color w:val="4C4D4F"/>
          <w:spacing w:val="-2"/>
        </w:rPr>
        <w:t> </w:t>
      </w:r>
      <w:r>
        <w:rPr>
          <w:color w:val="4C4D4F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</w:rPr>
        <w:t>is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very</w:t>
      </w:r>
      <w:r>
        <w:rPr>
          <w:color w:val="4C4D4F"/>
          <w:spacing w:val="-3"/>
        </w:rPr>
        <w:t> </w:t>
      </w:r>
      <w:r>
        <w:rPr>
          <w:color w:val="4C4D4F"/>
        </w:rPr>
        <w:t>sharp</w:t>
      </w:r>
      <w:r>
        <w:rPr>
          <w:color w:val="4C4D4F"/>
          <w:spacing w:val="-2"/>
        </w:rPr>
        <w:t> </w:t>
      </w:r>
      <w:r>
        <w:rPr>
          <w:color w:val="4C4D4F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</w:rPr>
        <w:t>cut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skin</w:t>
      </w:r>
      <w:r>
        <w:rPr>
          <w:color w:val="4C4D4F"/>
          <w:spacing w:val="-2"/>
        </w:rPr>
        <w:t> easily.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0" w:after="0"/>
        <w:ind w:left="1440" w:right="783" w:hanging="320"/>
        <w:jc w:val="left"/>
      </w:pP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ruler</w:t>
      </w:r>
      <w:r>
        <w:rPr>
          <w:color w:val="4C4D4F"/>
          <w:spacing w:val="-1"/>
        </w:rPr>
        <w:t> and scribe,</w:t>
      </w:r>
      <w:r>
        <w:rPr>
          <w:color w:val="4C4D4F"/>
        </w:rPr>
        <w:t> </w:t>
      </w:r>
      <w:r>
        <w:rPr>
          <w:color w:val="4C4D4F"/>
          <w:spacing w:val="-2"/>
        </w:rPr>
        <w:t>measure </w:t>
      </w:r>
      <w:r>
        <w:rPr>
          <w:color w:val="4C4D4F"/>
          <w:spacing w:val="-1"/>
        </w:rPr>
        <w:t>and </w:t>
      </w:r>
      <w:r>
        <w:rPr>
          <w:color w:val="4C4D4F"/>
        </w:rPr>
        <w:t>scribe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line </w:t>
      </w:r>
      <w:r>
        <w:rPr>
          <w:color w:val="4C4D4F"/>
          <w:spacing w:val="-3"/>
        </w:rPr>
        <w:t>¼"</w:t>
      </w:r>
      <w:r>
        <w:rPr>
          <w:color w:val="4C4D4F"/>
        </w:rPr>
        <w:t> from</w:t>
      </w:r>
      <w:r>
        <w:rPr>
          <w:color w:val="4C4D4F"/>
          <w:spacing w:val="-1"/>
        </w:rPr>
        <w:t> the top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both side edges of</w:t>
      </w:r>
      <w:r>
        <w:rPr>
          <w:color w:val="4C4D4F"/>
          <w:spacing w:val="57"/>
          <w:w w:val="99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material.</w:t>
      </w:r>
      <w:r>
        <w:rPr/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81" w:after="0"/>
        <w:ind w:left="1440" w:right="843" w:hanging="320"/>
        <w:jc w:val="left"/>
      </w:pPr>
      <w:r>
        <w:rPr>
          <w:rFonts w:ascii="Arial" w:hAnsi="Arial"/>
          <w:color w:val="4C4D4F"/>
          <w:spacing w:val="-1"/>
        </w:rPr>
        <w:t>Measure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and</w:t>
      </w:r>
      <w:r>
        <w:rPr>
          <w:rFonts w:ascii="Arial" w:hAnsi="Arial"/>
          <w:color w:val="4C4D4F"/>
        </w:rPr>
        <w:t> scribe a </w:t>
      </w:r>
      <w:r>
        <w:rPr>
          <w:rFonts w:ascii="Arial" w:hAnsi="Arial"/>
          <w:color w:val="4C4D4F"/>
          <w:spacing w:val="-1"/>
        </w:rPr>
        <w:t>line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4"/>
        </w:rPr>
        <w:t>½"</w:t>
      </w:r>
      <w:r>
        <w:rPr>
          <w:rFonts w:ascii="Arial" w:hAnsi="Arial"/>
          <w:color w:val="4C4D4F"/>
        </w:rPr>
        <w:t> from </w:t>
      </w:r>
      <w:r>
        <w:rPr>
          <w:rFonts w:ascii="Arial" w:hAnsi="Arial"/>
          <w:color w:val="4C4D4F"/>
          <w:spacing w:val="-1"/>
        </w:rPr>
        <w:t>the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previously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drawn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2"/>
        </w:rPr>
        <w:t>line.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2"/>
        </w:rPr>
        <w:t>(It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will</w:t>
      </w:r>
      <w:r>
        <w:rPr>
          <w:rFonts w:ascii="Arial" w:hAnsi="Arial"/>
          <w:color w:val="4C4D4F"/>
        </w:rPr>
        <w:t> be </w:t>
      </w:r>
      <w:r>
        <w:rPr>
          <w:rFonts w:ascii="Arial" w:hAnsi="Arial"/>
          <w:color w:val="4C4D4F"/>
          <w:spacing w:val="-3"/>
        </w:rPr>
        <w:t>¾"</w:t>
      </w:r>
      <w:r>
        <w:rPr>
          <w:rFonts w:ascii="Arial" w:hAnsi="Arial"/>
          <w:color w:val="4C4D4F"/>
        </w:rPr>
        <w:t> from </w:t>
      </w:r>
      <w:r>
        <w:rPr>
          <w:rFonts w:ascii="Arial" w:hAnsi="Arial"/>
          <w:color w:val="4C4D4F"/>
          <w:spacing w:val="-1"/>
        </w:rPr>
        <w:t>the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outside</w:t>
      </w:r>
      <w:r>
        <w:rPr>
          <w:rFonts w:ascii="Arial" w:hAnsi="Arial"/>
          <w:color w:val="4C4D4F"/>
          <w:spacing w:val="39"/>
        </w:rPr>
        <w:t> </w:t>
      </w:r>
      <w:r>
        <w:rPr>
          <w:color w:val="4C4D4F"/>
          <w:spacing w:val="-7"/>
        </w:rPr>
        <w:t>edge</w:t>
      </w:r>
      <w:r>
        <w:rPr>
          <w:color w:val="4C4D4F"/>
          <w:spacing w:val="-8"/>
        </w:rPr>
        <w:t>.)</w:t>
      </w:r>
      <w:r>
        <w:rPr/>
      </w:r>
    </w:p>
    <w:p>
      <w:pPr>
        <w:pStyle w:val="BodyText"/>
        <w:spacing w:line="240" w:lineRule="auto" w:before="91"/>
        <w:ind w:left="1460" w:right="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your</w:t>
      </w:r>
      <w:r>
        <w:rPr>
          <w:color w:val="4C4D4F"/>
        </w:rPr>
        <w:t> </w:t>
      </w:r>
      <w:r>
        <w:rPr>
          <w:color w:val="4C4D4F"/>
          <w:spacing w:val="-1"/>
        </w:rPr>
        <w:t>teacher </w:t>
      </w:r>
      <w:r>
        <w:rPr>
          <w:color w:val="4C4D4F"/>
        </w:rPr>
        <w:t>check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lines before proceeding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the next </w:t>
      </w:r>
      <w:r>
        <w:rPr>
          <w:color w:val="4C4D4F"/>
          <w:spacing w:val="-3"/>
        </w:rPr>
        <w:t>step.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0" w:after="0"/>
        <w:ind w:left="1440" w:right="640" w:hanging="320"/>
        <w:jc w:val="left"/>
      </w:pPr>
      <w:r>
        <w:rPr>
          <w:rFonts w:ascii="Arial" w:hAnsi="Arial"/>
          <w:color w:val="4C4D4F"/>
          <w:spacing w:val="-5"/>
        </w:rPr>
        <w:t>Turn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2"/>
        </w:rPr>
        <w:t>your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material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3"/>
        </w:rPr>
        <w:t>over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and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2"/>
        </w:rPr>
        <w:t>lay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it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flat</w:t>
      </w:r>
      <w:r>
        <w:rPr>
          <w:rFonts w:ascii="Arial" w:hAnsi="Arial"/>
          <w:color w:val="4C4D4F"/>
        </w:rPr>
        <w:t> on </w:t>
      </w:r>
      <w:r>
        <w:rPr>
          <w:rFonts w:ascii="Arial" w:hAnsi="Arial"/>
          <w:color w:val="4C4D4F"/>
          <w:spacing w:val="-2"/>
        </w:rPr>
        <w:t>your</w:t>
      </w:r>
      <w:r>
        <w:rPr>
          <w:rFonts w:ascii="Arial" w:hAnsi="Arial"/>
          <w:color w:val="4C4D4F"/>
        </w:rPr>
        <w:t> work </w:t>
      </w:r>
      <w:r>
        <w:rPr>
          <w:rFonts w:ascii="Arial" w:hAnsi="Arial"/>
          <w:color w:val="4C4D4F"/>
          <w:spacing w:val="-1"/>
        </w:rPr>
        <w:t>table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2"/>
        </w:rPr>
        <w:t>again.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Measure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and</w:t>
      </w:r>
      <w:r>
        <w:rPr>
          <w:rFonts w:ascii="Arial" w:hAnsi="Arial"/>
          <w:color w:val="4C4D4F"/>
        </w:rPr>
        <w:t> scribe a </w:t>
      </w:r>
      <w:r>
        <w:rPr>
          <w:rFonts w:ascii="Arial" w:hAnsi="Arial"/>
          <w:color w:val="4C4D4F"/>
          <w:spacing w:val="-1"/>
        </w:rPr>
        <w:t>line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3"/>
        </w:rPr>
        <w:t>¼"</w:t>
      </w:r>
      <w:r>
        <w:rPr>
          <w:rFonts w:ascii="Arial" w:hAnsi="Arial"/>
          <w:color w:val="4C4D4F"/>
          <w:spacing w:val="61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bottom </w:t>
      </w:r>
      <w:r>
        <w:rPr>
          <w:color w:val="4C4D4F"/>
          <w:spacing w:val="-1"/>
        </w:rPr>
        <w:t>edge </w:t>
      </w:r>
      <w:r>
        <w:rPr>
          <w:color w:val="4C4D4F"/>
          <w:spacing w:val="-4"/>
        </w:rPr>
        <w:t>only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81" w:after="0"/>
        <w:ind w:left="1440" w:right="616" w:hanging="320"/>
        <w:jc w:val="left"/>
        <w:rPr>
          <w:rFonts w:ascii="Arial" w:hAnsi="Arial" w:cs="Arial" w:eastAsia="Arial"/>
        </w:rPr>
      </w:pPr>
      <w:r>
        <w:rPr>
          <w:rFonts w:ascii="Arial" w:hAnsi="Arial"/>
          <w:color w:val="4C4D4F"/>
          <w:spacing w:val="-1"/>
        </w:rPr>
        <w:t>Measure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and</w:t>
      </w:r>
      <w:r>
        <w:rPr>
          <w:rFonts w:ascii="Arial" w:hAnsi="Arial"/>
          <w:color w:val="4C4D4F"/>
        </w:rPr>
        <w:t> scribe a </w:t>
      </w:r>
      <w:r>
        <w:rPr>
          <w:rFonts w:ascii="Arial" w:hAnsi="Arial"/>
          <w:color w:val="4C4D4F"/>
          <w:spacing w:val="-1"/>
        </w:rPr>
        <w:t>line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4"/>
        </w:rPr>
        <w:t>½"</w:t>
      </w:r>
      <w:r>
        <w:rPr>
          <w:rFonts w:ascii="Arial" w:hAnsi="Arial"/>
          <w:color w:val="4C4D4F"/>
        </w:rPr>
        <w:t> from </w:t>
      </w:r>
      <w:r>
        <w:rPr>
          <w:rFonts w:ascii="Arial" w:hAnsi="Arial"/>
          <w:color w:val="4C4D4F"/>
          <w:spacing w:val="-1"/>
        </w:rPr>
        <w:t>the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previously</w:t>
      </w:r>
      <w:r>
        <w:rPr>
          <w:rFonts w:ascii="Arial" w:hAnsi="Arial"/>
          <w:color w:val="4C4D4F"/>
        </w:rPr>
        <w:t> scribed </w:t>
      </w:r>
      <w:r>
        <w:rPr>
          <w:rFonts w:ascii="Arial" w:hAnsi="Arial"/>
          <w:color w:val="4C4D4F"/>
          <w:spacing w:val="-1"/>
        </w:rPr>
        <w:t>line</w:t>
      </w:r>
      <w:r>
        <w:rPr>
          <w:rFonts w:ascii="Arial" w:hAnsi="Arial"/>
          <w:color w:val="4C4D4F"/>
        </w:rPr>
        <w:t> across </w:t>
      </w:r>
      <w:r>
        <w:rPr>
          <w:rFonts w:ascii="Arial" w:hAnsi="Arial"/>
          <w:color w:val="4C4D4F"/>
          <w:spacing w:val="-1"/>
        </w:rPr>
        <w:t>the</w:t>
      </w:r>
      <w:r>
        <w:rPr>
          <w:rFonts w:ascii="Arial" w:hAnsi="Arial"/>
          <w:color w:val="4C4D4F"/>
        </w:rPr>
        <w:t> bottom </w:t>
      </w:r>
      <w:r>
        <w:rPr>
          <w:rFonts w:ascii="Arial" w:hAnsi="Arial"/>
          <w:color w:val="4C4D4F"/>
          <w:spacing w:val="-1"/>
        </w:rPr>
        <w:t>edge.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2"/>
        </w:rPr>
        <w:t>(It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will</w:t>
      </w:r>
      <w:r>
        <w:rPr>
          <w:rFonts w:ascii="Arial" w:hAnsi="Arial"/>
          <w:color w:val="4C4D4F"/>
          <w:spacing w:val="29"/>
        </w:rPr>
        <w:t> </w:t>
      </w:r>
      <w:r>
        <w:rPr>
          <w:rFonts w:ascii="Arial" w:hAnsi="Arial"/>
          <w:color w:val="4C4D4F"/>
        </w:rPr>
        <w:t>be </w:t>
      </w:r>
      <w:r>
        <w:rPr>
          <w:rFonts w:ascii="Arial" w:hAnsi="Arial"/>
          <w:color w:val="4C4D4F"/>
          <w:spacing w:val="-3"/>
        </w:rPr>
        <w:t>¾"</w:t>
      </w:r>
      <w:r>
        <w:rPr>
          <w:rFonts w:ascii="Arial" w:hAnsi="Arial"/>
          <w:color w:val="4C4D4F"/>
        </w:rPr>
        <w:t> from </w:t>
      </w:r>
      <w:r>
        <w:rPr>
          <w:rFonts w:ascii="Arial" w:hAnsi="Arial"/>
          <w:color w:val="4C4D4F"/>
          <w:spacing w:val="-1"/>
        </w:rPr>
        <w:t>the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outside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4"/>
        </w:rPr>
        <w:t>edge.)</w:t>
      </w:r>
      <w:r>
        <w:rPr>
          <w:rFonts w:ascii="Arial" w:hAnsi="Arial"/>
        </w:rPr>
      </w:r>
    </w:p>
    <w:p>
      <w:pPr>
        <w:pStyle w:val="BodyText"/>
        <w:spacing w:line="240" w:lineRule="auto" w:before="91"/>
        <w:ind w:left="1460" w:right="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your</w:t>
      </w:r>
      <w:r>
        <w:rPr>
          <w:color w:val="4C4D4F"/>
        </w:rPr>
        <w:t> </w:t>
      </w:r>
      <w:r>
        <w:rPr>
          <w:color w:val="4C4D4F"/>
          <w:spacing w:val="-1"/>
        </w:rPr>
        <w:t>teacher </w:t>
      </w:r>
      <w:r>
        <w:rPr>
          <w:color w:val="4C4D4F"/>
        </w:rPr>
        <w:t>check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lines before proceeding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the next </w:t>
      </w:r>
      <w:r>
        <w:rPr>
          <w:color w:val="4C4D4F"/>
          <w:spacing w:val="-3"/>
        </w:rPr>
        <w:t>step.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0" w:after="0"/>
        <w:ind w:left="1440" w:right="954" w:hanging="320"/>
        <w:jc w:val="left"/>
        <w:rPr>
          <w:rFonts w:ascii="Arial" w:hAnsi="Arial" w:cs="Arial" w:eastAsia="Arial"/>
        </w:rPr>
      </w:pPr>
      <w:r>
        <w:rPr>
          <w:rFonts w:ascii="Arial" w:hAnsi="Arial"/>
          <w:color w:val="4C4D4F"/>
          <w:spacing w:val="-1"/>
        </w:rPr>
        <w:t>Using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the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2"/>
        </w:rPr>
        <w:t>box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and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pan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2"/>
        </w:rPr>
        <w:t>brake,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fold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the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3"/>
        </w:rPr>
        <w:t>¼"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hem</w:t>
      </w:r>
      <w:r>
        <w:rPr>
          <w:rFonts w:ascii="Arial" w:hAnsi="Arial"/>
          <w:color w:val="4C4D4F"/>
        </w:rPr>
        <w:t> on </w:t>
      </w:r>
      <w:r>
        <w:rPr>
          <w:rFonts w:ascii="Arial" w:hAnsi="Arial"/>
          <w:color w:val="4C4D4F"/>
          <w:spacing w:val="-1"/>
        </w:rPr>
        <w:t>the</w:t>
      </w:r>
      <w:r>
        <w:rPr>
          <w:rFonts w:ascii="Arial" w:hAnsi="Arial"/>
          <w:color w:val="4C4D4F"/>
        </w:rPr>
        <w:t> bottom </w:t>
      </w:r>
      <w:r>
        <w:rPr>
          <w:rFonts w:ascii="Arial" w:hAnsi="Arial"/>
          <w:color w:val="4C4D4F"/>
          <w:spacing w:val="-1"/>
        </w:rPr>
        <w:t>edge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of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2"/>
        </w:rPr>
        <w:t>your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2"/>
        </w:rPr>
        <w:t>material.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2"/>
        </w:rPr>
        <w:t>Make</w:t>
      </w:r>
      <w:r>
        <w:rPr>
          <w:rFonts w:ascii="Arial" w:hAnsi="Arial"/>
          <w:color w:val="4C4D4F"/>
          <w:spacing w:val="63"/>
        </w:rPr>
        <w:t> </w:t>
      </w:r>
      <w:r>
        <w:rPr>
          <w:rFonts w:ascii="Arial" w:hAnsi="Arial"/>
          <w:color w:val="4C4D4F"/>
          <w:spacing w:val="-1"/>
        </w:rPr>
        <w:t>sure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the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hem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is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smooth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and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flat.</w:t>
      </w:r>
      <w:r>
        <w:rPr>
          <w:rFonts w:ascii="Arial" w:hAnsi="Arial"/>
        </w:rPr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81" w:after="0"/>
        <w:ind w:left="1440" w:right="843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brake,</w:t>
      </w:r>
      <w:r>
        <w:rPr>
          <w:color w:val="4C4D4F"/>
          <w:spacing w:val="-1"/>
        </w:rPr>
        <w:t> fold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second</w:t>
      </w:r>
      <w:r>
        <w:rPr>
          <w:color w:val="4C4D4F"/>
          <w:spacing w:val="-1"/>
        </w:rPr>
        <w:t> hem</w:t>
      </w:r>
      <w:r>
        <w:rPr>
          <w:color w:val="4C4D4F"/>
        </w:rPr>
        <w:t> </w:t>
      </w:r>
      <w:r>
        <w:rPr>
          <w:color w:val="4C4D4F"/>
          <w:spacing w:val="-1"/>
        </w:rPr>
        <w:t>at the </w:t>
      </w:r>
      <w:r>
        <w:rPr>
          <w:color w:val="4C4D4F"/>
          <w:spacing w:val="-5"/>
        </w:rPr>
        <w:t>½"</w:t>
      </w:r>
      <w:r>
        <w:rPr>
          <w:color w:val="4C4D4F"/>
          <w:spacing w:val="-1"/>
        </w:rPr>
        <w:t> line to create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double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hem.</w:t>
      </w:r>
      <w:r>
        <w:rPr>
          <w:color w:val="4C4D4F"/>
        </w:rPr>
        <w:t> </w:t>
      </w:r>
      <w:r>
        <w:rPr>
          <w:color w:val="4C4D4F"/>
          <w:spacing w:val="-1"/>
        </w:rPr>
        <w:t>This will </w:t>
      </w:r>
      <w:r>
        <w:rPr>
          <w:color w:val="4C4D4F"/>
          <w:spacing w:val="-2"/>
        </w:rPr>
        <w:t>make</w:t>
      </w:r>
      <w:r>
        <w:rPr>
          <w:color w:val="4C4D4F"/>
          <w:spacing w:val="33"/>
        </w:rPr>
        <w:t> </w:t>
      </w:r>
      <w:r>
        <w:rPr>
          <w:rFonts w:ascii="Arial" w:hAnsi="Arial"/>
          <w:color w:val="4C4D4F"/>
          <w:spacing w:val="-1"/>
        </w:rPr>
        <w:t>the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edge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of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2"/>
        </w:rPr>
        <w:t>your</w:t>
      </w:r>
      <w:r>
        <w:rPr>
          <w:rFonts w:ascii="Arial" w:hAnsi="Arial"/>
          <w:color w:val="4C4D4F"/>
        </w:rPr>
        <w:t> cookie </w:t>
      </w:r>
      <w:r>
        <w:rPr>
          <w:rFonts w:ascii="Arial" w:hAnsi="Arial"/>
          <w:color w:val="4C4D4F"/>
          <w:spacing w:val="-1"/>
        </w:rPr>
        <w:t>sheet</w:t>
      </w:r>
      <w:r>
        <w:rPr>
          <w:rFonts w:ascii="Arial" w:hAnsi="Arial"/>
          <w:color w:val="4C4D4F"/>
        </w:rPr>
        <w:t> firm </w:t>
      </w:r>
      <w:r>
        <w:rPr>
          <w:rFonts w:ascii="Arial" w:hAnsi="Arial"/>
          <w:color w:val="4C4D4F"/>
          <w:spacing w:val="-1"/>
        </w:rPr>
        <w:t>and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durable.</w:t>
      </w:r>
      <w:r>
        <w:rPr>
          <w:rFonts w:ascii="Arial" w:hAnsi="Arial"/>
        </w:rPr>
      </w:r>
    </w:p>
    <w:p>
      <w:pPr>
        <w:pStyle w:val="BodyText"/>
        <w:spacing w:line="240" w:lineRule="auto" w:before="91"/>
        <w:ind w:left="1460" w:right="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your</w:t>
      </w:r>
      <w:r>
        <w:rPr>
          <w:color w:val="4C4D4F"/>
        </w:rPr>
        <w:t> </w:t>
      </w:r>
      <w:r>
        <w:rPr>
          <w:color w:val="4C4D4F"/>
          <w:spacing w:val="-1"/>
        </w:rPr>
        <w:t>teacher </w:t>
      </w:r>
      <w:r>
        <w:rPr>
          <w:color w:val="4C4D4F"/>
        </w:rPr>
        <w:t>check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folds</w:t>
      </w:r>
      <w:r>
        <w:rPr>
          <w:color w:val="4C4D4F"/>
        </w:rPr>
        <w:t> </w:t>
      </w:r>
      <w:r>
        <w:rPr>
          <w:color w:val="4C4D4F"/>
          <w:spacing w:val="-1"/>
        </w:rPr>
        <w:t>before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proceeding 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next</w:t>
      </w:r>
      <w:r>
        <w:rPr>
          <w:color w:val="4C4D4F"/>
        </w:rPr>
        <w:t> </w:t>
      </w:r>
      <w:r>
        <w:rPr>
          <w:color w:val="4C4D4F"/>
          <w:spacing w:val="-3"/>
        </w:rPr>
        <w:t>step.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0" w:after="0"/>
        <w:ind w:left="1440" w:right="689" w:hanging="320"/>
        <w:jc w:val="left"/>
        <w:rPr>
          <w:rFonts w:ascii="Arial" w:hAnsi="Arial" w:cs="Arial" w:eastAsia="Arial"/>
        </w:rPr>
      </w:pP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urn</w:t>
      </w:r>
      <w:r>
        <w:rPr>
          <w:color w:val="4C4D4F"/>
          <w:spacing w:val="-2"/>
        </w:rPr>
        <w:t> your</w:t>
      </w:r>
      <w:r>
        <w:rPr>
          <w:color w:val="4C4D4F"/>
        </w:rPr>
        <w:t> </w:t>
      </w:r>
      <w:r>
        <w:rPr>
          <w:color w:val="4C4D4F"/>
          <w:spacing w:val="-1"/>
        </w:rPr>
        <w:t>material </w:t>
      </w:r>
      <w:r>
        <w:rPr>
          <w:color w:val="4C4D4F"/>
          <w:spacing w:val="-3"/>
        </w:rPr>
        <w:t>over</w:t>
      </w:r>
      <w:r>
        <w:rPr>
          <w:color w:val="4C4D4F"/>
          <w:spacing w:val="-1"/>
        </w:rPr>
        <w:t> </w:t>
      </w:r>
      <w:r>
        <w:rPr>
          <w:color w:val="4C4D4F"/>
        </w:rPr>
        <w:t>so</w:t>
      </w:r>
      <w:r>
        <w:rPr>
          <w:color w:val="4C4D4F"/>
          <w:spacing w:val="-1"/>
        </w:rPr>
        <w:t> the </w:t>
      </w:r>
      <w:r>
        <w:rPr>
          <w:color w:val="4C4D4F"/>
        </w:rPr>
        <w:t>bottom</w:t>
      </w:r>
      <w:r>
        <w:rPr>
          <w:color w:val="4C4D4F"/>
          <w:spacing w:val="-1"/>
        </w:rPr>
        <w:t> edge</w:t>
      </w:r>
      <w:r>
        <w:rPr>
          <w:color w:val="4C4D4F"/>
        </w:rPr>
        <w:t> </w:t>
      </w:r>
      <w:r>
        <w:rPr>
          <w:color w:val="4C4D4F"/>
          <w:spacing w:val="-1"/>
        </w:rPr>
        <w:t>hem</w:t>
      </w:r>
      <w:r>
        <w:rPr>
          <w:color w:val="4C4D4F"/>
        </w:rPr>
        <w:t> </w:t>
      </w:r>
      <w:r>
        <w:rPr>
          <w:color w:val="4C4D4F"/>
          <w:spacing w:val="-1"/>
        </w:rPr>
        <w:t>is </w:t>
      </w:r>
      <w:r>
        <w:rPr>
          <w:color w:val="4C4D4F"/>
        </w:rPr>
        <w:t>on</w:t>
      </w:r>
      <w:r>
        <w:rPr>
          <w:color w:val="4C4D4F"/>
          <w:spacing w:val="-1"/>
        </w:rPr>
        <w:t> the underside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project. Using</w:t>
      </w:r>
      <w:r>
        <w:rPr>
          <w:color w:val="4C4D4F"/>
          <w:spacing w:val="53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Roper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Whitney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punch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a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die,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punch</w:t>
      </w:r>
      <w:r>
        <w:rPr>
          <w:rFonts w:ascii="Arial" w:hAnsi="Arial" w:cs="Arial" w:eastAsia="Arial"/>
          <w:color w:val="4C4D4F"/>
        </w:rPr>
        <w:t> a hole </w:t>
      </w:r>
      <w:r>
        <w:rPr>
          <w:rFonts w:ascii="Arial" w:hAnsi="Arial" w:cs="Arial" w:eastAsia="Arial"/>
          <w:color w:val="4C4D4F"/>
          <w:spacing w:val="-1"/>
        </w:rPr>
        <w:t>in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corner </w:t>
      </w:r>
      <w:r>
        <w:rPr>
          <w:rFonts w:ascii="Arial" w:hAnsi="Arial" w:cs="Arial" w:eastAsia="Arial"/>
          <w:color w:val="4C4D4F"/>
          <w:spacing w:val="-1"/>
        </w:rPr>
        <w:t>where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4"/>
        </w:rPr>
        <w:t>½"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lines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  <w:spacing w:val="53"/>
        </w:rPr>
        <w:t> </w:t>
      </w:r>
      <w:r>
        <w:rPr>
          <w:rFonts w:ascii="Arial" w:hAnsi="Arial" w:cs="Arial" w:eastAsia="Arial"/>
          <w:color w:val="4C4D4F"/>
          <w:spacing w:val="-1"/>
        </w:rPr>
        <w:t>sides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top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edge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intersect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(¾"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in</w:t>
      </w:r>
      <w:r>
        <w:rPr>
          <w:rFonts w:ascii="Arial" w:hAnsi="Arial" w:cs="Arial" w:eastAsia="Arial"/>
          <w:color w:val="4C4D4F"/>
        </w:rPr>
        <w:t> from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top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side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3"/>
        </w:rPr>
        <w:t>edges).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181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Make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sure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no</w:t>
      </w:r>
      <w:r>
        <w:rPr>
          <w:rFonts w:ascii="Arial"/>
          <w:color w:val="4C4D4F"/>
        </w:rPr>
        <w:t> burr or </w:t>
      </w:r>
      <w:r>
        <w:rPr>
          <w:rFonts w:ascii="Arial"/>
          <w:color w:val="4C4D4F"/>
          <w:spacing w:val="-1"/>
        </w:rPr>
        <w:t>sharp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edge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by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smoothing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smooth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cut</w:t>
      </w:r>
      <w:r>
        <w:rPr>
          <w:rFonts w:ascii="Arial"/>
          <w:color w:val="4C4D4F"/>
        </w:rPr>
        <w:t> file or </w:t>
      </w:r>
      <w:r>
        <w:rPr>
          <w:rFonts w:ascii="Arial"/>
          <w:color w:val="4C4D4F"/>
          <w:spacing w:val="1"/>
        </w:rPr>
        <w:t>emery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cloth.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0" w:after="0"/>
        <w:ind w:left="1440" w:right="910" w:hanging="320"/>
        <w:jc w:val="both"/>
      </w:pPr>
      <w:r>
        <w:rPr>
          <w:rFonts w:ascii="Arial" w:hAnsi="Arial"/>
          <w:color w:val="4C4D4F"/>
          <w:spacing w:val="-1"/>
        </w:rPr>
        <w:t>Return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to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the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2"/>
        </w:rPr>
        <w:t>box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and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pan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2"/>
        </w:rPr>
        <w:t>brake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and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fold</w:t>
      </w:r>
      <w:r>
        <w:rPr>
          <w:rFonts w:ascii="Arial" w:hAnsi="Arial"/>
          <w:color w:val="4C4D4F"/>
        </w:rPr>
        <w:t> a </w:t>
      </w:r>
      <w:r>
        <w:rPr>
          <w:rFonts w:ascii="Arial" w:hAnsi="Arial"/>
          <w:color w:val="4C4D4F"/>
          <w:spacing w:val="-1"/>
        </w:rPr>
        <w:t>hem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at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the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3"/>
        </w:rPr>
        <w:t>¼"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line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of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both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of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2"/>
        </w:rPr>
        <w:t>your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sides.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2"/>
        </w:rPr>
        <w:t>Make</w:t>
      </w:r>
      <w:r>
        <w:rPr>
          <w:rFonts w:ascii="Arial" w:hAnsi="Arial"/>
          <w:color w:val="4C4D4F"/>
          <w:spacing w:val="51"/>
        </w:rPr>
        <w:t> </w:t>
      </w:r>
      <w:r>
        <w:rPr>
          <w:rFonts w:ascii="Arial" w:hAnsi="Arial"/>
          <w:color w:val="4C4D4F"/>
          <w:spacing w:val="-1"/>
        </w:rPr>
        <w:t>sure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the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hem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is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smooth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and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flat.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This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hem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gets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folded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2"/>
        </w:rPr>
        <w:t>toward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the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centre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of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the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top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side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of</w:t>
      </w:r>
      <w:r>
        <w:rPr>
          <w:rFonts w:ascii="Arial" w:hAnsi="Arial"/>
          <w:color w:val="4C4D4F"/>
          <w:spacing w:val="67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</w:rPr>
        <w:t>cookie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sheet.</w:t>
      </w:r>
      <w:r>
        <w:rPr/>
      </w:r>
    </w:p>
    <w:p>
      <w:pPr>
        <w:pStyle w:val="BodyText"/>
        <w:spacing w:line="240" w:lineRule="auto" w:before="91"/>
        <w:ind w:left="1460" w:right="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your</w:t>
      </w:r>
      <w:r>
        <w:rPr>
          <w:color w:val="4C4D4F"/>
        </w:rPr>
        <w:t> </w:t>
      </w:r>
      <w:r>
        <w:rPr>
          <w:color w:val="4C4D4F"/>
          <w:spacing w:val="-1"/>
        </w:rPr>
        <w:t>teacher </w:t>
      </w:r>
      <w:r>
        <w:rPr>
          <w:color w:val="4C4D4F"/>
        </w:rPr>
        <w:t>check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folds</w:t>
      </w:r>
      <w:r>
        <w:rPr>
          <w:color w:val="4C4D4F"/>
        </w:rPr>
        <w:t> </w:t>
      </w:r>
      <w:r>
        <w:rPr>
          <w:color w:val="4C4D4F"/>
          <w:spacing w:val="-1"/>
        </w:rPr>
        <w:t>before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proceeding 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next</w:t>
      </w:r>
      <w:r>
        <w:rPr>
          <w:color w:val="4C4D4F"/>
        </w:rPr>
        <w:t> </w:t>
      </w:r>
      <w:r>
        <w:rPr>
          <w:color w:val="4C4D4F"/>
          <w:spacing w:val="-3"/>
        </w:rPr>
        <w:t>step.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 w:hAnsi="Arial"/>
          <w:color w:val="4C4D4F"/>
          <w:spacing w:val="-1"/>
        </w:rPr>
        <w:t>Now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fold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the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3"/>
        </w:rPr>
        <w:t>¼"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hem</w:t>
      </w:r>
      <w:r>
        <w:rPr>
          <w:rFonts w:ascii="Arial" w:hAnsi="Arial"/>
          <w:color w:val="4C4D4F"/>
        </w:rPr>
        <w:t> on </w:t>
      </w:r>
      <w:r>
        <w:rPr>
          <w:rFonts w:ascii="Arial" w:hAnsi="Arial"/>
          <w:color w:val="4C4D4F"/>
          <w:spacing w:val="-1"/>
        </w:rPr>
        <w:t>the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top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edge.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2"/>
        </w:rPr>
        <w:t>Make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sure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it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is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smooth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and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flat.</w:t>
      </w:r>
      <w:r>
        <w:rPr>
          <w:rFonts w:ascii="Arial" w:hAns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72" w:after="0"/>
        <w:ind w:left="900" w:right="1169" w:hanging="320"/>
        <w:jc w:val="left"/>
      </w:pPr>
      <w:r>
        <w:rPr>
          <w:rFonts w:ascii="Arial" w:hAnsi="Arial" w:cs="Arial" w:eastAsia="Arial"/>
          <w:color w:val="4C4D4F"/>
          <w:spacing w:val="-1"/>
        </w:rPr>
        <w:t>At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your</w:t>
      </w:r>
      <w:r>
        <w:rPr>
          <w:rFonts w:ascii="Arial" w:hAnsi="Arial" w:cs="Arial" w:eastAsia="Arial"/>
          <w:color w:val="4C4D4F"/>
        </w:rPr>
        <w:t> work </w:t>
      </w:r>
      <w:r>
        <w:rPr>
          <w:rFonts w:ascii="Arial" w:hAnsi="Arial" w:cs="Arial" w:eastAsia="Arial"/>
          <w:color w:val="4C4D4F"/>
          <w:spacing w:val="-1"/>
        </w:rPr>
        <w:t>table,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use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aviation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snips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cut</w:t>
      </w:r>
      <w:r>
        <w:rPr>
          <w:rFonts w:ascii="Arial" w:hAnsi="Arial" w:cs="Arial" w:eastAsia="Arial"/>
          <w:color w:val="4C4D4F"/>
        </w:rPr>
        <w:t> from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top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edge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down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meet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hole </w:t>
      </w:r>
      <w:r>
        <w:rPr>
          <w:rFonts w:ascii="Arial" w:hAnsi="Arial" w:cs="Arial" w:eastAsia="Arial"/>
          <w:color w:val="4C4D4F"/>
          <w:spacing w:val="-2"/>
        </w:rPr>
        <w:t>you</w:t>
      </w:r>
      <w:r>
        <w:rPr>
          <w:rFonts w:ascii="Arial" w:hAnsi="Arial" w:cs="Arial" w:eastAsia="Arial"/>
          <w:color w:val="4C4D4F"/>
          <w:spacing w:val="47"/>
        </w:rPr>
        <w:t> </w:t>
      </w:r>
      <w:r>
        <w:rPr>
          <w:color w:val="4C4D4F"/>
          <w:spacing w:val="-1"/>
        </w:rPr>
        <w:t>punched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</w:t>
      </w:r>
      <w:r>
        <w:rPr>
          <w:color w:val="4C4D4F"/>
          <w:spacing w:val="-2"/>
        </w:rPr>
        <w:t>step </w:t>
      </w:r>
      <w:r>
        <w:rPr>
          <w:color w:val="4C4D4F"/>
          <w:spacing w:val="-4"/>
        </w:rPr>
        <w:t>10</w:t>
      </w:r>
      <w:r>
        <w:rPr>
          <w:color w:val="4C4D4F"/>
          <w:spacing w:val="-5"/>
        </w:rPr>
        <w:t>.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create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tab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either end of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sides.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81" w:after="0"/>
        <w:ind w:left="900" w:right="1169" w:hanging="320"/>
        <w:jc w:val="left"/>
      </w:pP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box</w:t>
      </w:r>
      <w:r>
        <w:rPr>
          <w:color w:val="4C4D4F"/>
          <w:spacing w:val="-1"/>
        </w:rPr>
        <w:t> and pan</w:t>
      </w:r>
      <w:r>
        <w:rPr>
          <w:color w:val="4C4D4F"/>
          <w:spacing w:val="-2"/>
        </w:rPr>
        <w:t> brake,</w:t>
      </w:r>
      <w:r>
        <w:rPr>
          <w:color w:val="4C4D4F"/>
        </w:rPr>
        <w:t> </w:t>
      </w:r>
      <w:r>
        <w:rPr>
          <w:color w:val="4C4D4F"/>
          <w:spacing w:val="-1"/>
        </w:rPr>
        <w:t>fold the top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edge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90°.</w:t>
      </w:r>
      <w:r>
        <w:rPr>
          <w:color w:val="4C4D4F"/>
        </w:rPr>
        <w:t> </w:t>
      </w:r>
      <w:r>
        <w:rPr>
          <w:color w:val="4C4D4F"/>
          <w:spacing w:val="-1"/>
        </w:rPr>
        <w:t>This creates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lip edge. </w:t>
      </w:r>
      <w:r>
        <w:rPr>
          <w:color w:val="4C4D4F"/>
        </w:rPr>
        <w:t>As </w:t>
      </w:r>
      <w:r>
        <w:rPr>
          <w:color w:val="4C4D4F"/>
          <w:spacing w:val="-2"/>
        </w:rPr>
        <w:t>you </w:t>
      </w:r>
      <w:r>
        <w:rPr>
          <w:color w:val="4C4D4F"/>
          <w:spacing w:val="-1"/>
        </w:rPr>
        <w:t>are</w:t>
      </w:r>
      <w:r>
        <w:rPr>
          <w:color w:val="4C4D4F"/>
          <w:spacing w:val="43"/>
        </w:rPr>
        <w:t> </w:t>
      </w:r>
      <w:r>
        <w:rPr>
          <w:rFonts w:ascii="Arial" w:hAnsi="Arial" w:cs="Arial" w:eastAsia="Arial"/>
          <w:color w:val="4C4D4F"/>
          <w:spacing w:val="-1"/>
        </w:rPr>
        <w:t>folding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top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edge,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you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will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also</w:t>
      </w:r>
      <w:r>
        <w:rPr>
          <w:rFonts w:ascii="Arial" w:hAnsi="Arial" w:cs="Arial" w:eastAsia="Arial"/>
          <w:color w:val="4C4D4F"/>
        </w:rPr>
        <w:t> be </w:t>
      </w:r>
      <w:r>
        <w:rPr>
          <w:rFonts w:ascii="Arial" w:hAnsi="Arial" w:cs="Arial" w:eastAsia="Arial"/>
          <w:color w:val="4C4D4F"/>
          <w:spacing w:val="-1"/>
        </w:rPr>
        <w:t>folding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tabs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1"/>
        </w:rPr>
        <w:t>90°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same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time.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Make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sure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you</w:t>
      </w:r>
      <w:r>
        <w:rPr>
          <w:rFonts w:ascii="Arial" w:hAnsi="Arial" w:cs="Arial" w:eastAsia="Arial"/>
          <w:color w:val="4C4D4F"/>
          <w:spacing w:val="59"/>
        </w:rPr>
        <w:t> </w:t>
      </w:r>
      <w:r>
        <w:rPr>
          <w:rFonts w:ascii="Arial" w:hAnsi="Arial" w:cs="Arial" w:eastAsia="Arial"/>
          <w:color w:val="4C4D4F"/>
          <w:spacing w:val="-1"/>
        </w:rPr>
        <w:t>are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lining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up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your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fold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lines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be </w:t>
      </w:r>
      <w:r>
        <w:rPr>
          <w:rFonts w:ascii="Arial" w:hAnsi="Arial" w:cs="Arial" w:eastAsia="Arial"/>
          <w:color w:val="4C4D4F"/>
          <w:spacing w:val="-1"/>
        </w:rPr>
        <w:t>square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with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edge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box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pan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brake.</w:t>
      </w:r>
      <w:r>
        <w:rPr>
          <w:rFonts w:ascii="Arial" w:hAnsi="Arial" w:cs="Arial" w:eastAsia="Arial"/>
          <w:color w:val="4C4D4F"/>
        </w:rPr>
        <w:t> (The </w:t>
      </w:r>
      <w:r>
        <w:rPr>
          <w:rFonts w:ascii="Arial" w:hAnsi="Arial" w:cs="Arial" w:eastAsia="Arial"/>
          <w:color w:val="4C4D4F"/>
          <w:spacing w:val="-3"/>
        </w:rPr>
        <w:t>¼"</w:t>
      </w:r>
      <w:r>
        <w:rPr>
          <w:rFonts w:ascii="Arial" w:hAnsi="Arial" w:cs="Arial" w:eastAsia="Arial"/>
          <w:color w:val="4C4D4F"/>
          <w:spacing w:val="61"/>
        </w:rPr>
        <w:t> </w:t>
      </w:r>
      <w:r>
        <w:rPr>
          <w:color w:val="4C4D4F"/>
          <w:spacing w:val="-1"/>
        </w:rPr>
        <w:t>hem will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 inside of</w:t>
      </w:r>
      <w:r>
        <w:rPr>
          <w:color w:val="4C4D4F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cookie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shee</w:t>
      </w:r>
      <w:r>
        <w:rPr>
          <w:color w:val="4C4D4F"/>
          <w:spacing w:val="-5"/>
        </w:rPr>
        <w:t>t.</w:t>
      </w:r>
      <w:r>
        <w:rPr>
          <w:color w:val="4C4D4F"/>
          <w:spacing w:val="-4"/>
        </w:rPr>
        <w:t>)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81" w:after="0"/>
        <w:ind w:left="900" w:right="1431" w:hanging="320"/>
        <w:jc w:val="left"/>
        <w:rPr>
          <w:rFonts w:ascii="Arial" w:hAnsi="Arial" w:cs="Arial" w:eastAsia="Arial"/>
        </w:rPr>
      </w:pPr>
      <w:r>
        <w:rPr>
          <w:color w:val="4C4D4F"/>
          <w:spacing w:val="-2"/>
        </w:rPr>
        <w:t>Adjust</w:t>
      </w:r>
      <w:r>
        <w:rPr>
          <w:color w:val="4C4D4F"/>
          <w:spacing w:val="-1"/>
        </w:rPr>
        <w:t> the </w:t>
      </w:r>
      <w:r>
        <w:rPr>
          <w:color w:val="4C4D4F"/>
          <w:spacing w:val="-4"/>
        </w:rPr>
        <w:t>keys</w:t>
      </w:r>
      <w:r>
        <w:rPr>
          <w:color w:val="4C4D4F"/>
          <w:spacing w:val="-1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box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pan </w:t>
      </w:r>
      <w:r>
        <w:rPr>
          <w:color w:val="4C4D4F"/>
          <w:spacing w:val="-2"/>
        </w:rPr>
        <w:t>brake,</w:t>
      </w:r>
      <w:r>
        <w:rPr>
          <w:color w:val="4C4D4F"/>
          <w:spacing w:val="-1"/>
        </w:rPr>
        <w:t> and </w:t>
      </w:r>
      <w:r>
        <w:rPr>
          <w:color w:val="4C4D4F"/>
        </w:rPr>
        <w:t>from</w:t>
      </w:r>
      <w:r>
        <w:rPr>
          <w:color w:val="4C4D4F"/>
          <w:spacing w:val="-1"/>
        </w:rPr>
        <w:t> the </w:t>
      </w:r>
      <w:r>
        <w:rPr>
          <w:color w:val="4C4D4F"/>
          <w:spacing w:val="-5"/>
        </w:rPr>
        <w:t>½"</w:t>
      </w:r>
      <w:r>
        <w:rPr>
          <w:color w:val="4C4D4F"/>
          <w:spacing w:val="-1"/>
        </w:rPr>
        <w:t> line fold the side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edges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90°.</w:t>
      </w:r>
      <w:r>
        <w:rPr>
          <w:color w:val="4C4D4F"/>
          <w:spacing w:val="61"/>
          <w:w w:val="99"/>
        </w:rPr>
        <w:t> </w:t>
      </w:r>
      <w:r>
        <w:rPr>
          <w:rFonts w:ascii="Arial" w:hAnsi="Arial" w:cs="Arial" w:eastAsia="Arial"/>
          <w:color w:val="4C4D4F"/>
          <w:spacing w:val="-2"/>
        </w:rPr>
        <w:t>Make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sure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tabs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fold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inside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your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top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edge.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181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Repeat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step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16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second </w:t>
      </w:r>
      <w:r>
        <w:rPr>
          <w:rFonts w:ascii="Arial"/>
          <w:color w:val="4C4D4F"/>
          <w:spacing w:val="-2"/>
        </w:rPr>
        <w:t>side.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2"/>
        </w:rPr>
        <w:t>File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any</w:t>
      </w:r>
      <w:r>
        <w:rPr>
          <w:color w:val="4C4D4F"/>
        </w:rPr>
        <w:t> </w:t>
      </w:r>
      <w:r>
        <w:rPr>
          <w:color w:val="4C4D4F"/>
          <w:spacing w:val="-1"/>
        </w:rPr>
        <w:t>rough edges</w:t>
      </w:r>
      <w:r>
        <w:rPr>
          <w:color w:val="4C4D4F"/>
        </w:rPr>
        <w:t> or</w:t>
      </w:r>
      <w:r>
        <w:rPr>
          <w:color w:val="4C4D4F"/>
          <w:spacing w:val="-1"/>
        </w:rPr>
        <w:t> </w:t>
      </w:r>
      <w:r>
        <w:rPr>
          <w:color w:val="4C4D4F"/>
        </w:rPr>
        <w:t>burrs on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corners.</w:t>
      </w:r>
      <w:r>
        <w:rPr/>
      </w:r>
    </w:p>
    <w:p>
      <w:pPr>
        <w:pStyle w:val="BodyText"/>
        <w:spacing w:line="240" w:lineRule="auto"/>
        <w:ind w:left="920" w:right="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your</w:t>
      </w:r>
      <w:r>
        <w:rPr>
          <w:color w:val="4C4D4F"/>
        </w:rPr>
        <w:t> </w:t>
      </w:r>
      <w:r>
        <w:rPr>
          <w:color w:val="4C4D4F"/>
          <w:spacing w:val="-1"/>
        </w:rPr>
        <w:t>teacher </w:t>
      </w:r>
      <w:r>
        <w:rPr>
          <w:color w:val="4C4D4F"/>
        </w:rPr>
        <w:t>check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</w:rPr>
        <w:t>cookie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</w:rPr>
        <w:t> </w:t>
      </w:r>
      <w:r>
        <w:rPr>
          <w:color w:val="4C4D4F"/>
          <w:spacing w:val="-1"/>
        </w:rPr>
        <w:t>before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proceeding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next</w:t>
      </w:r>
      <w:r>
        <w:rPr>
          <w:color w:val="4C4D4F"/>
        </w:rPr>
        <w:t> </w:t>
      </w:r>
      <w:r>
        <w:rPr>
          <w:color w:val="4C4D4F"/>
          <w:spacing w:val="-3"/>
        </w:rPr>
        <w:t>step.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0" w:after="0"/>
        <w:ind w:left="900" w:right="1399" w:hanging="320"/>
        <w:jc w:val="left"/>
      </w:pP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 appropriate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</w:t>
      </w:r>
      <w:r>
        <w:rPr>
          <w:color w:val="4C4D4F"/>
        </w:rPr>
        <w:t> </w:t>
      </w:r>
      <w:r>
        <w:rPr>
          <w:color w:val="4C4D4F"/>
          <w:spacing w:val="-4"/>
        </w:rPr>
        <w:t>gear</w:t>
      </w:r>
      <w:r>
        <w:rPr>
          <w:color w:val="4C4D4F"/>
          <w:spacing w:val="-5"/>
        </w:rPr>
        <w:t>,</w:t>
      </w:r>
      <w:r>
        <w:rPr>
          <w:color w:val="4C4D4F"/>
        </w:rPr>
        <w:t> </w:t>
      </w:r>
      <w:r>
        <w:rPr>
          <w:color w:val="4C4D4F"/>
          <w:spacing w:val="-1"/>
        </w:rPr>
        <w:t>spot weld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tabs</w:t>
      </w:r>
      <w:r>
        <w:rPr>
          <w:color w:val="4C4D4F"/>
        </w:rPr>
        <w:t> </w:t>
      </w:r>
      <w:r>
        <w:rPr>
          <w:color w:val="4C4D4F"/>
          <w:spacing w:val="-1"/>
        </w:rPr>
        <w:t>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top edge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cookie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sheet.</w:t>
      </w:r>
      <w:r>
        <w:rPr>
          <w:color w:val="4C4D4F"/>
          <w:spacing w:val="53"/>
          <w:w w:val="99"/>
        </w:rPr>
        <w:t>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may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spot</w:t>
      </w:r>
      <w:r>
        <w:rPr>
          <w:color w:val="4C4D4F"/>
        </w:rPr>
        <w:t> </w:t>
      </w:r>
      <w:r>
        <w:rPr>
          <w:color w:val="4C4D4F"/>
          <w:spacing w:val="-1"/>
        </w:rPr>
        <w:t>weld </w:t>
      </w:r>
      <w:r>
        <w:rPr>
          <w:color w:val="4C4D4F"/>
          <w:spacing w:val="1"/>
        </w:rPr>
        <w:t>twice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each </w:t>
      </w:r>
      <w:r>
        <w:rPr>
          <w:color w:val="4C4D4F"/>
        </w:rPr>
        <w:t>corner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ensure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secure.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81" w:after="0"/>
        <w:ind w:left="900" w:right="1533" w:hanging="320"/>
        <w:jc w:val="left"/>
      </w:pPr>
      <w:r>
        <w:rPr>
          <w:rFonts w:ascii="Arial"/>
          <w:color w:val="4C4D4F"/>
        </w:rPr>
        <w:t>Once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spot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welds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cool, </w:t>
      </w:r>
      <w:r>
        <w:rPr>
          <w:rFonts w:ascii="Arial"/>
          <w:color w:val="4C4D4F"/>
          <w:spacing w:val="-2"/>
        </w:rPr>
        <w:t>remove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any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rough</w:t>
      </w:r>
      <w:r>
        <w:rPr>
          <w:rFonts w:ascii="Arial"/>
          <w:color w:val="4C4D4F"/>
        </w:rPr>
        <w:t> or </w:t>
      </w:r>
      <w:r>
        <w:rPr>
          <w:rFonts w:ascii="Arial"/>
          <w:color w:val="4C4D4F"/>
          <w:spacing w:val="-1"/>
        </w:rPr>
        <w:t>sharp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spots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emery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cloth.</w:t>
      </w:r>
      <w:r>
        <w:rPr>
          <w:rFonts w:ascii="Arial"/>
          <w:color w:val="4C4D4F"/>
        </w:rPr>
        <w:t> Wipe</w:t>
      </w:r>
      <w:r>
        <w:rPr>
          <w:rFonts w:ascii="Arial"/>
          <w:color w:val="4C4D4F"/>
          <w:spacing w:val="43"/>
        </w:rPr>
        <w:t> </w:t>
      </w:r>
      <w:r>
        <w:rPr>
          <w:color w:val="4C4D4F"/>
          <w:spacing w:val="-1"/>
        </w:rPr>
        <w:t>down</w:t>
      </w:r>
      <w:r>
        <w:rPr>
          <w:color w:val="4C4D4F"/>
          <w:spacing w:val="-2"/>
        </w:rPr>
        <w:t> your</w:t>
      </w:r>
      <w:r>
        <w:rPr>
          <w:color w:val="4C4D4F"/>
        </w:rPr>
        <w:t> cookie</w:t>
      </w:r>
      <w:r>
        <w:rPr>
          <w:color w:val="4C4D4F"/>
          <w:spacing w:val="-2"/>
        </w:rPr>
        <w:t> sheet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damp </w:t>
      </w:r>
      <w:r>
        <w:rPr>
          <w:color w:val="4C4D4F"/>
        </w:rPr>
        <w:t>cloth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ensure </w:t>
      </w:r>
      <w:r>
        <w:rPr>
          <w:color w:val="4C4D4F"/>
          <w:spacing w:val="-1"/>
        </w:rPr>
        <w:t>no</w:t>
      </w:r>
      <w:r>
        <w:rPr>
          <w:color w:val="4C4D4F"/>
        </w:rPr>
        <w:t> </w:t>
      </w:r>
      <w:r>
        <w:rPr>
          <w:color w:val="4C4D4F"/>
          <w:spacing w:val="-1"/>
        </w:rPr>
        <w:t>particulate is </w:t>
      </w:r>
      <w:r>
        <w:rPr>
          <w:color w:val="4C4D4F"/>
        </w:rPr>
        <w:t>left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it.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181" w:after="0"/>
        <w:ind w:left="900" w:right="0" w:hanging="320"/>
        <w:jc w:val="left"/>
      </w:pPr>
      <w:r>
        <w:rPr>
          <w:color w:val="4C4D4F"/>
          <w:spacing w:val="-1"/>
        </w:rPr>
        <w:t>Hand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project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marking.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before="133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Assessment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399"/>
        <w:jc w:val="left"/>
      </w:pPr>
      <w:r>
        <w:rPr>
          <w:rFonts w:ascii="Arial"/>
          <w:color w:val="4C4D4F"/>
          <w:spacing w:val="-1"/>
        </w:rPr>
        <w:t>Consider</w:t>
      </w:r>
      <w:r>
        <w:rPr>
          <w:rFonts w:ascii="Arial"/>
          <w:color w:val="4C4D4F"/>
        </w:rPr>
        <w:t> co-creating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evaluation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criteria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beginning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activity/</w:t>
      </w:r>
      <w:r>
        <w:rPr>
          <w:rFonts w:ascii="Arial"/>
          <w:color w:val="4C4D4F"/>
          <w:spacing w:val="109"/>
        </w:rPr>
        <w:t> </w:t>
      </w:r>
      <w:r>
        <w:rPr>
          <w:color w:val="4C4D4F"/>
          <w:spacing w:val="-1"/>
        </w:rPr>
        <w:t>project.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may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following: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91" w:after="0"/>
        <w:ind w:left="1100" w:right="0" w:hanging="270"/>
        <w:jc w:val="left"/>
      </w:pPr>
      <w:r>
        <w:rPr>
          <w:color w:val="4C4D4F"/>
          <w:spacing w:val="-1"/>
        </w:rPr>
        <w:t>Safe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working procedures at</w:t>
      </w:r>
      <w:r>
        <w:rPr>
          <w:color w:val="4C4D4F"/>
        </w:rPr>
        <w:t> </w:t>
      </w:r>
      <w:r>
        <w:rPr>
          <w:color w:val="4C4D4F"/>
          <w:spacing w:val="-1"/>
        </w:rPr>
        <w:t>all times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Personal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project management: </w:t>
      </w:r>
      <w:r>
        <w:rPr>
          <w:color w:val="4C4D4F"/>
        </w:rPr>
        <w:t>good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time, attitude, </w:t>
      </w:r>
      <w:r>
        <w:rPr>
          <w:color w:val="4C4D4F"/>
          <w:spacing w:val="1"/>
        </w:rPr>
        <w:t>effort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Accurate</w:t>
      </w:r>
      <w:r>
        <w:rPr>
          <w:color w:val="4C4D4F"/>
          <w:spacing w:val="-2"/>
        </w:rPr>
        <w:t> measurements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layout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Appropriate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tools use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hems and folds are clean, straight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uniform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All</w:t>
      </w:r>
      <w:r>
        <w:rPr>
          <w:color w:val="4C4D4F"/>
          <w:spacing w:val="-2"/>
        </w:rPr>
        <w:t> </w:t>
      </w:r>
      <w:r>
        <w:rPr>
          <w:color w:val="4C4D4F"/>
        </w:rPr>
        <w:t>burrs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sharp edges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smooth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Instructions</w:t>
      </w:r>
      <w:r>
        <w:rPr>
          <w:color w:val="4C4D4F"/>
          <w:spacing w:val="-2"/>
        </w:rPr>
        <w:t> were </w:t>
      </w:r>
      <w:r>
        <w:rPr>
          <w:color w:val="4C4D4F"/>
          <w:spacing w:val="-1"/>
        </w:rPr>
        <w:t>followed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throughout the</w:t>
      </w:r>
      <w:r>
        <w:rPr>
          <w:color w:val="4C4D4F"/>
          <w:spacing w:val="-2"/>
        </w:rPr>
        <w:t> </w:t>
      </w:r>
      <w:r>
        <w:rPr>
          <w:color w:val="4C4D4F"/>
        </w:rPr>
        <w:t>activity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Name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stamp is</w:t>
      </w:r>
      <w:r>
        <w:rPr>
          <w:color w:val="4C4D4F"/>
        </w:rPr>
        <w:t> </w:t>
      </w:r>
      <w:r>
        <w:rPr>
          <w:color w:val="4C4D4F"/>
          <w:spacing w:val="-2"/>
        </w:rPr>
        <w:t>easy</w:t>
      </w:r>
      <w:r>
        <w:rPr>
          <w:color w:val="4C4D4F"/>
          <w:spacing w:val="-1"/>
        </w:rPr>
        <w:t> to </w:t>
      </w:r>
      <w:r>
        <w:rPr>
          <w:color w:val="4C4D4F"/>
          <w:spacing w:val="-2"/>
        </w:rPr>
        <w:t>read,</w:t>
      </w:r>
      <w:r>
        <w:rPr>
          <w:color w:val="4C4D4F"/>
        </w:rPr>
        <w:t> </w:t>
      </w:r>
      <w:r>
        <w:rPr>
          <w:color w:val="4C4D4F"/>
          <w:spacing w:val="-1"/>
        </w:rPr>
        <w:t>letters are </w:t>
      </w:r>
      <w:r>
        <w:rPr>
          <w:color w:val="4C4D4F"/>
          <w:spacing w:val="-2"/>
        </w:rPr>
        <w:t>evenly</w:t>
      </w:r>
      <w:r>
        <w:rPr>
          <w:color w:val="4C4D4F"/>
        </w:rPr>
        <w:t> </w:t>
      </w:r>
      <w:r>
        <w:rPr>
          <w:color w:val="4C4D4F"/>
          <w:spacing w:val="-1"/>
        </w:rPr>
        <w:t>spaced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uniform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spacing w:after="0" w:line="240" w:lineRule="auto"/>
        <w:rPr>
          <w:rFonts w:ascii="Arial" w:hAnsi="Arial" w:cs="Arial" w:eastAsia="Arial"/>
          <w:sz w:val="17"/>
          <w:szCs w:val="17"/>
        </w:rPr>
        <w:sectPr>
          <w:headerReference w:type="even" r:id="rId17"/>
          <w:footerReference w:type="even" r:id="rId18"/>
          <w:pgSz w:w="15840" w:h="12240" w:orient="landscape"/>
          <w:pgMar w:header="0" w:footer="0" w:top="0" w:bottom="280" w:left="500" w:right="520"/>
        </w:sect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840" w:right="0" w:firstLine="0"/>
        <w:jc w:val="left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sz w:val="17"/>
        </w:rPr>
        <w:t>0.5000</w:t>
      </w:r>
    </w:p>
    <w:p>
      <w:pPr>
        <w:spacing w:before="23"/>
        <w:ind w:left="485" w:right="0" w:firstLine="0"/>
        <w:jc w:val="left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w w:val="105"/>
          <w:sz w:val="17"/>
        </w:rPr>
        <w:t>0.2500</w:t>
      </w:r>
      <w:r>
        <w:rPr>
          <w:rFonts w:ascii="Myriad Pro"/>
          <w:sz w:val="17"/>
        </w:rPr>
      </w:r>
    </w:p>
    <w:p>
      <w:pPr>
        <w:spacing w:line="240" w:lineRule="auto" w:before="11"/>
        <w:rPr>
          <w:rFonts w:ascii="Myriad Pro" w:hAnsi="Myriad Pro" w:cs="Myriad Pro" w:eastAsia="Myriad Pro"/>
          <w:sz w:val="25"/>
          <w:szCs w:val="25"/>
        </w:rPr>
      </w:pPr>
      <w:r>
        <w:rPr/>
        <w:br w:type="column"/>
      </w:r>
      <w:r>
        <w:rPr>
          <w:rFonts w:ascii="Myriad Pro"/>
          <w:sz w:val="25"/>
        </w:rPr>
      </w:r>
    </w:p>
    <w:p>
      <w:pPr>
        <w:spacing w:line="182" w:lineRule="exact" w:before="0"/>
        <w:ind w:left="485" w:right="0" w:firstLine="0"/>
        <w:jc w:val="left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w w:val="105"/>
          <w:sz w:val="17"/>
        </w:rPr>
        <w:t>0.2500</w:t>
      </w:r>
      <w:r>
        <w:rPr>
          <w:rFonts w:ascii="Myriad Pro"/>
          <w:sz w:val="17"/>
        </w:rPr>
      </w:r>
    </w:p>
    <w:p>
      <w:pPr>
        <w:spacing w:line="182" w:lineRule="exact" w:before="0"/>
        <w:ind w:left="680" w:right="0" w:firstLine="0"/>
        <w:jc w:val="left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sz w:val="17"/>
        </w:rPr>
        <w:t>0.5000</w:t>
      </w:r>
    </w:p>
    <w:p>
      <w:pPr>
        <w:spacing w:line="240" w:lineRule="auto" w:before="0"/>
        <w:rPr>
          <w:rFonts w:ascii="Myriad Pro" w:hAnsi="Myriad Pro" w:cs="Myriad Pro" w:eastAsia="Myriad Pro"/>
          <w:sz w:val="22"/>
          <w:szCs w:val="22"/>
        </w:rPr>
      </w:pPr>
      <w:r>
        <w:rPr/>
        <w:br w:type="column"/>
      </w:r>
      <w:r>
        <w:rPr>
          <w:rFonts w:ascii="Myriad Pro"/>
          <w:sz w:val="22"/>
        </w:rPr>
      </w:r>
    </w:p>
    <w:p>
      <w:pPr>
        <w:pStyle w:val="BodyText"/>
        <w:spacing w:line="240" w:lineRule="auto" w:before="190"/>
        <w:ind w:left="485" w:right="0"/>
        <w:jc w:val="left"/>
        <w:rPr>
          <w:rFonts w:ascii="Myriad Pro" w:hAnsi="Myriad Pro" w:cs="Myriad Pro" w:eastAsia="Myriad Pro"/>
        </w:rPr>
      </w:pPr>
      <w:r>
        <w:rPr>
          <w:rFonts w:ascii="Myriad Pro"/>
        </w:rPr>
        <w:t>18.0000</w:t>
      </w:r>
    </w:p>
    <w:p>
      <w:pPr>
        <w:pStyle w:val="BodyText"/>
        <w:spacing w:line="258" w:lineRule="exact" w:before="68"/>
        <w:ind w:left="625" w:right="0"/>
        <w:jc w:val="left"/>
        <w:rPr>
          <w:rFonts w:ascii="Myriad Pro" w:hAnsi="Myriad Pro" w:cs="Myriad Pro" w:eastAsia="Myriad Pro"/>
        </w:rPr>
      </w:pPr>
      <w:r>
        <w:rPr/>
        <w:br w:type="column"/>
      </w:r>
      <w:r>
        <w:rPr>
          <w:rFonts w:ascii="Myriad Pro"/>
          <w:w w:val="101"/>
        </w:rPr>
      </w:r>
      <w:r>
        <w:rPr>
          <w:rFonts w:ascii="Myriad Pro"/>
          <w:w w:val="101"/>
          <w:u w:val="single" w:color="000000"/>
        </w:rPr>
        <w:t> </w:t>
      </w:r>
      <w:r>
        <w:rPr>
          <w:rFonts w:ascii="Myriad Pro"/>
          <w:u w:val="single" w:color="000000"/>
        </w:rPr>
        <w:t>   </w:t>
      </w:r>
      <w:r>
        <w:rPr>
          <w:rFonts w:ascii="Myriad Pro"/>
          <w:spacing w:val="3"/>
          <w:u w:val="single" w:color="000000"/>
        </w:rPr>
        <w:t> </w:t>
      </w:r>
      <w:r>
        <w:rPr>
          <w:rFonts w:ascii="Myriad Pro"/>
          <w:spacing w:val="3"/>
        </w:rPr>
      </w:r>
      <w:r>
        <w:rPr>
          <w:rFonts w:ascii="Myriad Pro"/>
          <w:w w:val="101"/>
        </w:rPr>
        <w:t>0.2500</w:t>
      </w:r>
      <w:r>
        <w:rPr>
          <w:rFonts w:ascii="Myriad Pro"/>
        </w:rPr>
      </w:r>
    </w:p>
    <w:p>
      <w:pPr>
        <w:pStyle w:val="BodyText"/>
        <w:spacing w:line="258" w:lineRule="exact" w:before="0"/>
        <w:ind w:left="664" w:right="0"/>
        <w:jc w:val="left"/>
        <w:rPr>
          <w:rFonts w:ascii="Myriad Pro" w:hAnsi="Myriad Pro" w:cs="Myriad Pro" w:eastAsia="Myriad Pro"/>
        </w:rPr>
      </w:pPr>
      <w:r>
        <w:rPr/>
        <w:pict>
          <v:group style="position:absolute;margin-left:61.899502pt;margin-top:-8.100250pt;width:488pt;height:316.55pt;mso-position-horizontal-relative:page;mso-position-vertical-relative:paragraph;z-index:-10864" coordorigin="1238,-162" coordsize="9760,6331">
            <v:group style="position:absolute;left:2851;top:267;width:7362;height:71" coordorigin="2851,267" coordsize="7362,71">
              <v:shape style="position:absolute;left:2851;top:267;width:7362;height:71" coordorigin="2851,267" coordsize="7362,71" path="m2851,338l10213,267e" filled="false" stroked="true" strokeweight=".599pt" strokecolor="#000000">
                <v:path arrowok="t"/>
              </v:shape>
            </v:group>
            <v:group style="position:absolute;left:2745;top:303;width:131;height:70" coordorigin="2745,303" coordsize="131,70">
              <v:shape style="position:absolute;left:2745;top:303;width:131;height:70" coordorigin="2745,303" coordsize="131,70" path="m2876,372l2875,303,2745,339,2876,372xe" filled="true" fillcolor="#000000" stroked="false">
                <v:path arrowok="t"/>
                <v:fill type="solid"/>
              </v:shape>
            </v:group>
            <v:group style="position:absolute;left:10189;top:232;width:131;height:70" coordorigin="10189,232" coordsize="131,70">
              <v:shape style="position:absolute;left:10189;top:232;width:131;height:70" coordorigin="10189,232" coordsize="131,70" path="m10320,266l10189,232,10190,302,10320,266xe" filled="true" fillcolor="#000000" stroked="false">
                <v:path arrowok="t"/>
                <v:fill type="solid"/>
              </v:shape>
            </v:group>
            <v:group style="position:absolute;left:1752;top:893;width:83;height:4668" coordorigin="1752,893" coordsize="83,4668">
              <v:shape style="position:absolute;left:1752;top:893;width:83;height:4668" coordorigin="1752,893" coordsize="83,4668" path="m1835,893l1752,5561e" filled="false" stroked="true" strokeweight=".799pt" strokecolor="#000000">
                <v:path arrowok="t"/>
              </v:shape>
            </v:group>
            <v:group style="position:absolute;left:1788;top:751;width:93;height:175" coordorigin="1788,751" coordsize="93,175">
              <v:shape style="position:absolute;left:1788;top:751;width:93;height:175" coordorigin="1788,751" coordsize="93,175" path="m1881,925l1837,751,1788,924,1881,925xe" filled="true" fillcolor="#000000" stroked="false">
                <v:path arrowok="t"/>
                <v:fill type="solid"/>
              </v:shape>
            </v:group>
            <v:group style="position:absolute;left:1706;top:5528;width:93;height:174" coordorigin="1706,5528" coordsize="93,174">
              <v:shape style="position:absolute;left:1706;top:5528;width:93;height:174" coordorigin="1706,5528" coordsize="93,174" path="m1799,5530l1706,5528,1749,5702,1799,5530xe" filled="true" fillcolor="#000000" stroked="false">
                <v:path arrowok="t"/>
                <v:fill type="solid"/>
              </v:shape>
            </v:group>
            <v:group style="position:absolute;left:1944;top:5400;width:2;height:273" coordorigin="1944,5400" coordsize="2,273">
              <v:shape style="position:absolute;left:1944;top:5400;width:2;height:273" coordorigin="1944,5400" coordsize="0,273" path="m1944,5673l1944,5400e" filled="false" stroked="true" strokeweight=".599pt" strokecolor="#000000">
                <v:path arrowok="t"/>
              </v:shape>
            </v:group>
            <v:group style="position:absolute;left:1923;top:5649;width:41;height:38" coordorigin="1923,5649" coordsize="41,38">
              <v:shape style="position:absolute;left:1923;top:5649;width:41;height:38" coordorigin="1923,5649" coordsize="41,38" path="m1964,5666l1964,5649,1944,5669,1923,5649,1923,5666,1944,5686,1964,5666xe" filled="true" fillcolor="#000000" stroked="false">
                <v:path arrowok="t"/>
                <v:fill type="solid"/>
              </v:shape>
            </v:group>
            <v:group style="position:absolute;left:2197;top:5942;width:8453;height:91" coordorigin="2197,5942" coordsize="8453,91">
              <v:shape style="position:absolute;left:2197;top:5942;width:8453;height:91" coordorigin="2197,5942" coordsize="8453,91" path="m2197,6032l10649,5942e" filled="false" stroked="true" strokeweight=".799pt" strokecolor="#000000">
                <v:path arrowok="t"/>
              </v:shape>
            </v:group>
            <v:group style="position:absolute;left:1885;top:5838;width:8769;height:89" coordorigin="1885,5838" coordsize="8769,89">
              <v:shape style="position:absolute;left:1885;top:5838;width:8769;height:89" coordorigin="1885,5838" coordsize="8769,89" path="m1885,5926l10654,5838e" filled="false" stroked="true" strokeweight=".799pt" strokecolor="#000000">
                <v:path arrowok="t"/>
              </v:shape>
            </v:group>
            <v:group style="position:absolute;left:1935;top:5953;width:2;height:212" coordorigin="1935,5953" coordsize="2,212">
              <v:shape style="position:absolute;left:1935;top:5953;width:2;height:212" coordorigin="1935,5953" coordsize="0,212" path="m1935,5953l1935,6164e" filled="false" stroked="true" strokeweight=".399pt" strokecolor="#000000">
                <v:path arrowok="t"/>
              </v:shape>
            </v:group>
            <v:group style="position:absolute;left:1922;top:5944;width:28;height:26" coordorigin="1922,5944" coordsize="28,26">
              <v:shape style="position:absolute;left:1922;top:5944;width:28;height:26" coordorigin="1922,5944" coordsize="28,26" path="m1949,5969l1949,5958,1935,5944,1922,5958,1922,5969,1935,5955,1949,5969xe" filled="true" fillcolor="#000000" stroked="false">
                <v:path arrowok="t"/>
                <v:fill type="solid"/>
              </v:shape>
            </v:group>
            <v:group style="position:absolute;left:10847;top:6077;width:143;height:2" coordorigin="10847,6077" coordsize="143,2">
              <v:shape style="position:absolute;left:10847;top:6077;width:143;height:2" coordorigin="10847,6077" coordsize="143,0" path="m10990,6077l10847,6077e" filled="false" stroked="true" strokeweight=".799pt" strokecolor="#000000">
                <v:path arrowok="t"/>
              </v:shape>
            </v:group>
            <v:group style="position:absolute;left:10734;top:6010;width:123;height:74" coordorigin="10734,6010" coordsize="123,74">
              <v:shape style="position:absolute;left:10734;top:6010;width:123;height:74" coordorigin="10734,6010" coordsize="123,74" path="m10734,6010l10857,6083e" filled="false" stroked="true" strokeweight=".399pt" strokecolor="#000000">
                <v:path arrowok="t"/>
              </v:shape>
            </v:group>
            <v:group style="position:absolute;left:10673;top:5974;width:87;height:65" coordorigin="10673,5974" coordsize="87,65">
              <v:shape style="position:absolute;left:10673;top:5974;width:87;height:65" coordorigin="10673,5974" coordsize="87,65" path="m10760,5998l10673,5974,10736,6038,10760,5998xe" filled="true" fillcolor="#000000" stroked="false">
                <v:path arrowok="t"/>
                <v:fill type="solid"/>
              </v:shape>
            </v:group>
            <v:group style="position:absolute;left:10703;top:-107;width:51;height:55" coordorigin="10703,-107" coordsize="51,55">
              <v:shape style="position:absolute;left:10703;top:-107;width:51;height:55" coordorigin="10703,-107" coordsize="51,55" path="m10753,-107l10730,-107,10703,-80,10726,-57,10726,-80,10753,-107xe" filled="true" fillcolor="#000000" stroked="false">
                <v:path arrowok="t"/>
                <v:fill type="solid"/>
              </v:shape>
              <v:shape style="position:absolute;left:10703;top:-107;width:51;height:55" coordorigin="10703,-107" coordsize="51,55" path="m10753,-53l10726,-80,10726,-57,10730,-53,10753,-53xe" filled="true" fillcolor="#000000" stroked="false">
                <v:path arrowok="t"/>
                <v:fill type="solid"/>
              </v:shape>
            </v:group>
            <v:group style="position:absolute;left:10651;top:-122;width:15;height:6067" coordorigin="10651,-122" coordsize="15,6067">
              <v:shape style="position:absolute;left:10651;top:-122;width:15;height:6067" coordorigin="10651,-122" coordsize="15,6067" path="m10651,5944l10665,-122e" filled="false" stroked="true" strokeweight=".799pt" strokecolor="#000000">
                <v:path arrowok="t"/>
              </v:shape>
            </v:group>
            <v:group style="position:absolute;left:1669;top:5636;width:8992;height:74" coordorigin="1669,5636" coordsize="8992,74">
              <v:shape style="position:absolute;left:1669;top:5636;width:8992;height:74" coordorigin="1669,5636" coordsize="8992,74" path="m1669,5710l10661,5636e" filled="false" stroked="true" strokeweight=".799pt" strokecolor="#000000">
                <v:path arrowok="t"/>
              </v:shape>
            </v:group>
            <v:group style="position:absolute;left:10545;top:-154;width:24;height:6096" coordorigin="10545,-154" coordsize="24,6096">
              <v:shape style="position:absolute;left:10545;top:-154;width:24;height:6096" coordorigin="10545,-154" coordsize="24,6096" path="m10545,5942l10569,-154e" filled="false" stroked="true" strokeweight=".799pt" strokecolor="#000000">
                <v:path arrowok="t"/>
              </v:shape>
            </v:group>
            <v:group style="position:absolute;left:10330;top:50;width:2;height:5893" coordorigin="10330,50" coordsize="2,5893">
              <v:shape style="position:absolute;left:10330;top:50;width:2;height:5893" coordorigin="10330,50" coordsize="0,5893" path="m10330,5942l10330,50e" filled="false" stroked="true" strokeweight=".799pt" strokecolor="#000000">
                <v:path arrowok="t"/>
              </v:shape>
            </v:group>
            <v:group style="position:absolute;left:2612;top:174;width:88;height:5857" coordorigin="2612,174" coordsize="88,5857">
              <v:shape style="position:absolute;left:2612;top:174;width:88;height:5857" coordorigin="2612,174" coordsize="88,5857" path="m2612,6030l2700,174e" filled="false" stroked="true" strokeweight=".799pt" strokecolor="#000000">
                <v:path arrowok="t"/>
              </v:shape>
            </v:group>
            <v:group style="position:absolute;left:2396;top:46;width:88;height:5944" coordorigin="2396,46" coordsize="88,5944">
              <v:shape style="position:absolute;left:2396;top:46;width:88;height:5944" coordorigin="2396,46" coordsize="88,5944" path="m2396,5990l2484,46e" filled="false" stroked="true" strokeweight=".799pt" strokecolor="#000000">
                <v:path arrowok="t"/>
              </v:shape>
            </v:group>
            <v:group style="position:absolute;left:2293;top:22;width:88;height:5984" coordorigin="2293,22" coordsize="88,5984">
              <v:shape style="position:absolute;left:2293;top:22;width:88;height:5984" coordorigin="2293,22" coordsize="88,5984" path="m2293,6006l2380,22e" filled="false" stroked="true" strokeweight=".799pt" strokecolor="#000000">
                <v:path arrowok="t"/>
              </v:shape>
            </v:group>
            <v:group style="position:absolute;left:1454;top:645;width:9204;height:88" coordorigin="1454,645" coordsize="9204,88">
              <v:shape style="position:absolute;left:1454;top:645;width:9204;height:88" coordorigin="1454,645" coordsize="9204,88" path="m1454,733l10657,645e" filled="false" stroked="true" strokeweight=".799pt" strokecolor="#000000">
                <v:path arrowok="t"/>
              </v:shape>
            </v:group>
            <v:group style="position:absolute;left:1246;top:445;width:9416;height:97" coordorigin="1246,445" coordsize="9416,97">
              <v:shape style="position:absolute;left:1246;top:445;width:9416;height:97" coordorigin="1246,445" coordsize="9416,97" path="m1246,541l10662,445e" filled="false" stroked="true" strokeweight=".799pt" strokecolor="#000000">
                <v:path arrowok="t"/>
              </v:shape>
            </v:group>
            <v:group style="position:absolute;left:1262;top:333;width:9404;height:96" coordorigin="1262,333" coordsize="9404,96">
              <v:shape style="position:absolute;left:1262;top:333;width:9404;height:96" coordorigin="1262,333" coordsize="9404,96" path="m1262,429l10665,333e" filled="false" stroked="true" strokeweight=".799pt" strokecolor="#000000">
                <v:path arrowok="t"/>
              </v:shape>
            </v:group>
            <v:group style="position:absolute;left:1519;top:780;width:2;height:145" coordorigin="1519,780" coordsize="2,145">
              <v:shape style="position:absolute;left:1519;top:780;width:2;height:145" coordorigin="1519,780" coordsize="0,145" path="m1519,780l1519,924e" filled="false" stroked="true" strokeweight=".599pt" strokecolor="#000000">
                <v:path arrowok="t"/>
              </v:shape>
            </v:group>
            <v:group style="position:absolute;left:1499;top:766;width:41;height:38" coordorigin="1499,766" coordsize="41,38">
              <v:shape style="position:absolute;left:1499;top:766;width:41;height:38" coordorigin="1499,766" coordsize="41,38" path="m1540,804l1540,786,1519,766,1499,786,1499,804,1519,783,1540,804xe" filled="true" fillcolor="#000000" stroked="false">
                <v:path arrowok="t"/>
                <v:fill type="solid"/>
              </v:shape>
            </v:group>
            <v:group style="position:absolute;left:1291;top:572;width:2;height:207" coordorigin="1291,572" coordsize="2,207">
              <v:shape style="position:absolute;left:1291;top:572;width:2;height:207" coordorigin="1291,572" coordsize="0,207" path="m1291,572l1291,779e" filled="false" stroked="true" strokeweight=".599pt" strokecolor="#000000">
                <v:path arrowok="t"/>
              </v:shape>
            </v:group>
            <v:group style="position:absolute;left:1271;top:558;width:41;height:38" coordorigin="1271,558" coordsize="41,38">
              <v:shape style="position:absolute;left:1271;top:558;width:41;height:38" coordorigin="1271,558" coordsize="41,38" path="m1311,596l1311,578,1291,558,1271,578,1271,596,1291,575,1311,596xe" filled="true" fillcolor="#000000" stroked="false">
                <v:path arrowok="t"/>
                <v:fill type="solid"/>
              </v:shape>
            </v:group>
            <v:group style="position:absolute;left:10585;top:134;width:116;height:2" coordorigin="10585,134" coordsize="116,2">
              <v:shape style="position:absolute;left:10585;top:134;width:116;height:2" coordorigin="10585,134" coordsize="116,0" path="m10585,134l10701,134e" filled="false" stroked="true" strokeweight=".799pt" strokecolor="#000000">
                <v:path arrowok="t"/>
              </v:shape>
            </v:group>
            <v:group style="position:absolute;left:10669;top:107;width:51;height:55" coordorigin="10669,107" coordsize="51,55">
              <v:shape style="position:absolute;left:10669;top:107;width:51;height:55" coordorigin="10669,107" coordsize="51,55" path="m10719,134l10692,107,10669,107,10696,134,10696,157,10719,134xe" filled="true" fillcolor="#000000" stroked="false">
                <v:path arrowok="t"/>
                <v:fill type="solid"/>
              </v:shape>
              <v:shape style="position:absolute;left:10669;top:107;width:51;height:55" coordorigin="10669,107" coordsize="51,55" path="m10696,157l10696,134,10669,161,10692,161,10696,157xe" filled="true" fillcolor="#000000" stroked="false">
                <v:path arrowok="t"/>
                <v:fill type="solid"/>
              </v:shape>
            </v:group>
            <v:group style="position:absolute;left:10050;top:134;width:246;height:2" coordorigin="10050,134" coordsize="246,2">
              <v:shape style="position:absolute;left:10050;top:134;width:246;height:2" coordorigin="10050,134" coordsize="246,0" path="m10050,134l10296,134e" filled="false" stroked="true" strokeweight=".799pt" strokecolor="#000000">
                <v:path arrowok="t"/>
              </v:shape>
            </v:group>
            <v:group style="position:absolute;left:10264;top:107;width:51;height:55" coordorigin="10264,107" coordsize="51,55">
              <v:shape style="position:absolute;left:10264;top:107;width:51;height:55" coordorigin="10264,107" coordsize="51,55" path="m10314,134l10287,107,10264,107,10291,134,10291,157,10314,134xe" filled="true" fillcolor="#000000" stroked="false">
                <v:path arrowok="t"/>
                <v:fill type="solid"/>
              </v:shape>
              <v:shape style="position:absolute;left:10264;top:107;width:51;height:55" coordorigin="10264,107" coordsize="51,55" path="m10291,157l10291,134,10264,161,10287,161,10291,157xe" filled="true" fillcolor="#000000" stroked="false">
                <v:path arrowok="t"/>
                <v:fill type="solid"/>
              </v:shape>
            </v:group>
            <v:group style="position:absolute;left:10259;top:-78;width:246;height:2" coordorigin="10259,-78" coordsize="246,2">
              <v:shape style="position:absolute;left:10259;top:-78;width:246;height:2" coordorigin="10259,-78" coordsize="246,0" path="m10259,-78l10504,-78e" filled="false" stroked="true" strokeweight=".799pt" strokecolor="#000000">
                <v:path arrowok="t"/>
              </v:shape>
            </v:group>
            <v:group style="position:absolute;left:10472;top:-105;width:51;height:55" coordorigin="10472,-105" coordsize="51,55">
              <v:shape style="position:absolute;left:10472;top:-105;width:51;height:55" coordorigin="10472,-105" coordsize="51,55" path="m10522,-78l10495,-105,10472,-105,10499,-78,10499,-55,10522,-78xe" filled="true" fillcolor="#000000" stroked="false">
                <v:path arrowok="t"/>
                <v:fill type="solid"/>
              </v:shape>
              <v:shape style="position:absolute;left:10472;top:-105;width:51;height:55" coordorigin="10472,-105" coordsize="51,55" path="m10499,-55l10499,-78,10472,-50,10495,-50,10499,-55xe" filled="true" fillcolor="#000000" stroked="false">
                <v:path arrowok="t"/>
                <v:fill type="solid"/>
              </v:shape>
            </v:group>
            <v:group style="position:absolute;left:2516;top:96;width:126;height:2" coordorigin="2516,96" coordsize="126,2">
              <v:shape style="position:absolute;left:2516;top:96;width:126;height:2" coordorigin="2516,96" coordsize="126,0" path="m2642,96l2516,96e" filled="false" stroked="true" strokeweight=".799pt" strokecolor="#000000">
                <v:path arrowok="t"/>
              </v:shape>
            </v:group>
            <v:group style="position:absolute;left:2498;top:69;width:51;height:55" coordorigin="2498,69" coordsize="51,55">
              <v:shape style="position:absolute;left:2498;top:69;width:51;height:55" coordorigin="2498,69" coordsize="51,55" path="m2548,69l2525,69,2498,96,2521,119,2521,96,2548,69xe" filled="true" fillcolor="#000000" stroked="false">
                <v:path arrowok="t"/>
                <v:fill type="solid"/>
              </v:shape>
              <v:shape style="position:absolute;left:2498;top:69;width:51;height:55" coordorigin="2498,69" coordsize="51,55" path="m2548,123l2521,96,2521,119,2525,123,2548,123xe" filled="true" fillcolor="#000000" stroked="false">
                <v:path arrowok="t"/>
                <v:fill type="solid"/>
              </v:shape>
            </v:group>
            <v:group style="position:absolute;left:2727;top:245;width:116;height:2" coordorigin="2727,245" coordsize="116,2">
              <v:shape style="position:absolute;left:2727;top:245;width:116;height:2" coordorigin="2727,245" coordsize="116,0" path="m2727,245l2842,245e" filled="false" stroked="true" strokeweight=".799pt" strokecolor="#000000">
                <v:path arrowok="t"/>
              </v:shape>
            </v:group>
            <v:group style="position:absolute;left:2708;top:218;width:51;height:55" coordorigin="2708,218" coordsize="51,55">
              <v:shape style="position:absolute;left:2708;top:218;width:51;height:55" coordorigin="2708,218" coordsize="51,55" path="m2759,218l2736,218,2708,245,2731,268,2731,245,2759,218xe" filled="true" fillcolor="#000000" stroked="false">
                <v:path arrowok="t"/>
                <v:fill type="solid"/>
              </v:shape>
              <v:shape style="position:absolute;left:2708;top:218;width:51;height:55" coordorigin="2708,218" coordsize="51,55" path="m2759,273l2731,245,2731,268,2736,273,2759,273xe" filled="true" fillcolor="#000000" stroked="false">
                <v:path arrowok="t"/>
                <v:fill type="solid"/>
              </v:shape>
            </v:group>
            <v:group style="position:absolute;left:2077;top:94;width:246;height:2" coordorigin="2077,94" coordsize="246,2">
              <v:shape style="position:absolute;left:2077;top:94;width:246;height:2" coordorigin="2077,94" coordsize="246,0" path="m2077,94l2322,94e" filled="false" stroked="true" strokeweight=".799pt" strokecolor="#000000">
                <v:path arrowok="t"/>
              </v:shape>
            </v:group>
            <v:group style="position:absolute;left:2290;top:67;width:51;height:55" coordorigin="2290,67" coordsize="51,55">
              <v:shape style="position:absolute;left:2290;top:67;width:51;height:55" coordorigin="2290,67" coordsize="51,55" path="m2341,94l2313,67,2290,67,2318,94,2318,117,2341,94xe" filled="true" fillcolor="#000000" stroked="false">
                <v:path arrowok="t"/>
                <v:fill type="solid"/>
              </v:shape>
              <v:shape style="position:absolute;left:2290;top:67;width:51;height:55" coordorigin="2290,67" coordsize="51,55" path="m2318,117l2318,94,2290,121,2313,121,2318,117xe" filled="true" fillcolor="#000000" stroked="false">
                <v:path arrowok="t"/>
                <v:fill type="solid"/>
              </v:shape>
            </v:group>
            <v:group style="position:absolute;left:2205;top:265;width:246;height:2" coordorigin="2205,265" coordsize="246,2">
              <v:shape style="position:absolute;left:2205;top:265;width:246;height:2" coordorigin="2205,265" coordsize="246,0" path="m2205,265l2450,265e" filled="false" stroked="true" strokeweight=".799pt" strokecolor="#000000">
                <v:path arrowok="t"/>
              </v:shape>
            </v:group>
            <v:group style="position:absolute;left:2418;top:238;width:51;height:55" coordorigin="2418,238" coordsize="51,55">
              <v:shape style="position:absolute;left:2418;top:238;width:51;height:55" coordorigin="2418,238" coordsize="51,55" path="m2468,265l2441,238,2418,238,2445,265,2445,288,2468,265xe" filled="true" fillcolor="#000000" stroked="false">
                <v:path arrowok="t"/>
                <v:fill type="solid"/>
              </v:shape>
              <v:shape style="position:absolute;left:2418;top:238;width:51;height:55" coordorigin="2418,238" coordsize="51,55" path="m2445,288l2445,265,2418,293,2441,293,2445,288xe" filled="true" fillcolor="#000000" stroked="false">
                <v:path arrowok="t"/>
                <v:fill type="solid"/>
              </v:shape>
            </v:group>
            <v:group style="position:absolute;left:10749;top:640;width:238;height:2" coordorigin="10749,640" coordsize="238,2">
              <v:shape style="position:absolute;left:10749;top:640;width:238;height:2" coordorigin="10749,640" coordsize="238,0" path="m10986,640l10749,640e" filled="false" stroked="true" strokeweight=".799pt" strokecolor="#000000">
                <v:path arrowok="t"/>
              </v:shape>
            </v:group>
            <v:group style="position:absolute;left:10731;top:613;width:51;height:55" coordorigin="10731,613" coordsize="51,55">
              <v:shape style="position:absolute;left:10731;top:613;width:51;height:55" coordorigin="10731,613" coordsize="51,55" path="m10781,613l10758,613,10731,640,10754,663,10754,640,10781,613xe" filled="true" fillcolor="#000000" stroked="false">
                <v:path arrowok="t"/>
                <v:fill type="solid"/>
              </v:shape>
              <v:shape style="position:absolute;left:10731;top:613;width:51;height:55" coordorigin="10731,613" coordsize="51,55" path="m10781,667l10754,640,10754,663,10758,667,10781,667xe" filled="true" fillcolor="#000000" stroked="false">
                <v:path arrowok="t"/>
                <v:fill type="solid"/>
              </v:shape>
            </v:group>
            <v:group style="position:absolute;left:1725;top:3018;width:144;height:368" coordorigin="1725,3018" coordsize="144,368">
              <v:shape style="position:absolute;left:1725;top:3018;width:144;height:368" coordorigin="1725,3018" coordsize="144,368" path="m1869,3313l1869,3086,1838,3031,1795,3018,1773,3022,1754,3032,1739,3048,1729,3067,1725,3090,1725,3315,1755,3372,1797,3385,1799,3385,1856,3355,1869,3313xe" filled="true" fillcolor="#ffffff" stroked="false">
                <v:path arrowok="t"/>
                <v:fill type="solid"/>
              </v:shape>
            </v:group>
            <v:group style="position:absolute;left:6136;top:133;width:841;height:217" coordorigin="6136,133" coordsize="841,217">
              <v:shape style="position:absolute;left:6136;top:133;width:841;height:217" coordorigin="6136,133" coordsize="841,217" path="m6976,278l6976,203,6946,146,6904,133,6206,133,6149,163,6136,205,6136,280,6166,336,6208,350,6906,350,6963,320,6976,278xe" filled="true" fillcolor="#ffffff" stroked="false">
                <v:path arrowok="t"/>
                <v:fill type="solid"/>
              </v:shape>
            </v:group>
            <v:group style="position:absolute;left:10552;top:5841;width:95;height:97" coordorigin="10552,5841" coordsize="95,97">
              <v:shape style="position:absolute;left:10552;top:5841;width:95;height:97" coordorigin="10552,5841" coordsize="95,97" path="m10647,5889l10642,5911,10628,5928,10608,5937,10583,5934,10564,5923,10552,5907,10554,5879,10562,5859,10575,5846,10593,5841,10617,5845,10634,5857,10645,5876,10647,5889xe" filled="false" stroked="true" strokeweight=".399pt" strokecolor="#000000">
                <v:path arrowok="t"/>
              </v:shape>
            </v:group>
            <v:group style="position:absolute;left:10573;top:341;width:95;height:97" coordorigin="10573,341" coordsize="95,97">
              <v:shape style="position:absolute;left:10573;top:341;width:95;height:97" coordorigin="10573,341" coordsize="95,97" path="m10668,390l10663,412,10649,429,10630,438,10604,435,10585,424,10573,408,10575,380,10583,360,10597,347,10614,341,10638,346,10656,358,10666,376,10668,390xe" filled="false" stroked="true" strokeweight=".399pt" strokecolor="#000000">
                <v:path arrowok="t"/>
              </v:shape>
            </v:group>
            <v:group style="position:absolute;left:10746;top:5642;width:238;height:2" coordorigin="10746,5642" coordsize="238,2">
              <v:shape style="position:absolute;left:10746;top:5642;width:238;height:2" coordorigin="10746,5642" coordsize="238,0" path="m10984,5642l10746,5642e" filled="false" stroked="true" strokeweight=".799pt" strokecolor="#000000">
                <v:path arrowok="t"/>
              </v:shape>
            </v:group>
            <v:group style="position:absolute;left:10728;top:5615;width:51;height:55" coordorigin="10728,5615" coordsize="51,55">
              <v:shape style="position:absolute;left:10728;top:5615;width:51;height:55" coordorigin="10728,5615" coordsize="51,55" path="m10778,5615l10755,5615,10728,5642,10751,5665,10751,5642,10778,5615xe" filled="true" fillcolor="#000000" stroked="false">
                <v:path arrowok="t"/>
                <v:fill type="solid"/>
              </v:shape>
              <v:shape style="position:absolute;left:10728;top:5615;width:51;height:55" coordorigin="10728,5615" coordsize="51,55" path="m10778,5669l10751,5642,10751,5665,10755,5669,10778,5669xe" filled="true" fillcolor="#000000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shape style="position:absolute;margin-left:741.759644pt;margin-top:-110.925552pt;width:13pt;height:133.550pt;mso-position-horizontal-relative:page;mso-position-vertical-relative:paragraph;z-index:1120" type="#_x0000_t202" filled="false" stroked="false">
            <v:textbox inset="0,0,0,0" style="layout-flow:vertical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w w:val="99"/>
                      <w:sz w:val="22"/>
                    </w:rPr>
                    <w:t>F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a</w:t>
                  </w:r>
                  <w:r>
                    <w:rPr>
                      <w:rFonts w:ascii="Arial"/>
                      <w:b/>
                      <w:color w:val="FFFFFF"/>
                      <w:w w:val="99"/>
                      <w:sz w:val="22"/>
                    </w:rPr>
                    <w:t>b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r</w:t>
                  </w:r>
                  <w:r>
                    <w:rPr>
                      <w:rFonts w:ascii="Arial"/>
                      <w:b/>
                      <w:color w:val="FFFFFF"/>
                      <w:w w:val="99"/>
                      <w:sz w:val="22"/>
                    </w:rPr>
                    <w:t>i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cate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a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C</w:t>
                  </w:r>
                  <w:r>
                    <w:rPr>
                      <w:rFonts w:ascii="Arial"/>
                      <w:b/>
                      <w:color w:val="FFFFFF"/>
                      <w:w w:val="99"/>
                      <w:sz w:val="22"/>
                    </w:rPr>
                    <w:t>oo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k</w:t>
                  </w:r>
                  <w:r>
                    <w:rPr>
                      <w:rFonts w:ascii="Arial"/>
                      <w:b/>
                      <w:color w:val="FFFFFF"/>
                      <w:w w:val="99"/>
                      <w:sz w:val="22"/>
                    </w:rPr>
                    <w:t>i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e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w w:val="99"/>
                      <w:sz w:val="22"/>
                    </w:rPr>
                    <w:t>Sh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eet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5.31665pt;margin-top:-70.425552pt;width:18pt;height:230.55pt;mso-position-horizontal-relative:page;mso-position-vertical-relative:paragraph;z-index:1168" type="#_x0000_t202" filled="false" stroked="false">
            <v:textbox inset="0,0,0,0" style="layout-flow:vertical">
              <w:txbxContent>
                <w:p>
                  <w:pPr>
                    <w:spacing w:line="347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4F61AB"/>
                      <w:spacing w:val="-1"/>
                      <w:sz w:val="32"/>
                    </w:rPr>
                    <w:t>Cookie</w:t>
                  </w:r>
                  <w:r>
                    <w:rPr>
                      <w:rFonts w:ascii="Arial"/>
                      <w:color w:val="4F61AB"/>
                      <w:sz w:val="32"/>
                    </w:rPr>
                    <w:t> Sheet</w:t>
                  </w:r>
                  <w:r>
                    <w:rPr>
                      <w:rFonts w:ascii="Arial"/>
                      <w:color w:val="4F61AB"/>
                      <w:spacing w:val="-1"/>
                      <w:sz w:val="32"/>
                    </w:rPr>
                    <w:t> Dimension</w:t>
                  </w:r>
                  <w:r>
                    <w:rPr>
                      <w:rFonts w:ascii="Arial"/>
                      <w:color w:val="4F61AB"/>
                      <w:sz w:val="32"/>
                    </w:rPr>
                    <w:t> </w:t>
                  </w:r>
                  <w:r>
                    <w:rPr>
                      <w:rFonts w:ascii="Arial"/>
                      <w:color w:val="4F61AB"/>
                      <w:spacing w:val="-1"/>
                      <w:sz w:val="32"/>
                    </w:rPr>
                    <w:t>Layout</w:t>
                  </w:r>
                  <w:r>
                    <w:rPr>
                      <w:rFonts w:ascii="Arial"/>
                      <w:sz w:val="3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Myriad Pro"/>
        </w:rPr>
        <w:t>0.5000</w:t>
      </w:r>
    </w:p>
    <w:p>
      <w:pPr>
        <w:spacing w:before="22"/>
        <w:ind w:left="485" w:right="0" w:firstLine="0"/>
        <w:jc w:val="left"/>
        <w:rPr>
          <w:rFonts w:ascii="Myriad Pro" w:hAnsi="Myriad Pro" w:cs="Myriad Pro" w:eastAsia="Myriad Pro"/>
          <w:sz w:val="16"/>
          <w:szCs w:val="16"/>
        </w:rPr>
      </w:pPr>
      <w:r>
        <w:rPr>
          <w:rFonts w:ascii="Myriad Pro"/>
          <w:sz w:val="16"/>
        </w:rPr>
        <w:t>x</w:t>
      </w:r>
    </w:p>
    <w:p>
      <w:pPr>
        <w:spacing w:before="55"/>
        <w:ind w:left="920" w:right="0" w:firstLine="0"/>
        <w:jc w:val="left"/>
        <w:rPr>
          <w:rFonts w:ascii="Myriad Pro" w:hAnsi="Myriad Pro" w:cs="Myriad Pro" w:eastAsia="Myriad Pro"/>
          <w:sz w:val="19"/>
          <w:szCs w:val="19"/>
        </w:rPr>
      </w:pPr>
      <w:r>
        <w:rPr>
          <w:rFonts w:ascii="Myriad Pro"/>
          <w:spacing w:val="-1"/>
          <w:sz w:val="19"/>
        </w:rPr>
        <w:t>Cut</w:t>
      </w:r>
      <w:r>
        <w:rPr>
          <w:rFonts w:ascii="Myriad Pro"/>
          <w:sz w:val="19"/>
        </w:rPr>
        <w:t> line </w:t>
      </w:r>
      <w:r>
        <w:rPr>
          <w:rFonts w:ascii="Myriad Pro"/>
          <w:spacing w:val="-1"/>
          <w:sz w:val="19"/>
        </w:rPr>
        <w:t>for</w:t>
      </w:r>
      <w:r>
        <w:rPr>
          <w:rFonts w:ascii="Myriad Pro"/>
          <w:sz w:val="19"/>
        </w:rPr>
        <w:t> </w:t>
      </w:r>
      <w:r>
        <w:rPr>
          <w:rFonts w:ascii="Myriad Pro"/>
          <w:spacing w:val="-1"/>
          <w:sz w:val="19"/>
        </w:rPr>
        <w:t>top</w:t>
      </w:r>
      <w:r>
        <w:rPr>
          <w:rFonts w:ascii="Myriad Pro"/>
          <w:sz w:val="19"/>
        </w:rPr>
        <w:t> edge</w:t>
      </w:r>
    </w:p>
    <w:p>
      <w:pPr>
        <w:spacing w:after="0"/>
        <w:jc w:val="left"/>
        <w:rPr>
          <w:rFonts w:ascii="Myriad Pro" w:hAnsi="Myriad Pro" w:cs="Myriad Pro" w:eastAsia="Myriad Pro"/>
          <w:sz w:val="19"/>
          <w:szCs w:val="19"/>
        </w:rPr>
        <w:sectPr>
          <w:type w:val="continuous"/>
          <w:pgSz w:w="15840" w:h="12240" w:orient="landscape"/>
          <w:pgMar w:top="1080" w:bottom="280" w:left="500" w:right="520"/>
          <w:cols w:num="4" w:equalWidth="0">
            <w:col w:w="1328" w:space="353"/>
            <w:col w:w="1168" w:space="2351"/>
            <w:col w:w="1220" w:space="3174"/>
            <w:col w:w="5226"/>
          </w:cols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3"/>
        <w:rPr>
          <w:rFonts w:ascii="Myriad Pro" w:hAnsi="Myriad Pro" w:cs="Myriad Pro" w:eastAsia="Myriad Pro"/>
          <w:sz w:val="26"/>
          <w:szCs w:val="26"/>
        </w:rPr>
      </w:pPr>
    </w:p>
    <w:p>
      <w:pPr>
        <w:pStyle w:val="BodyText"/>
        <w:spacing w:line="174" w:lineRule="auto" w:before="125"/>
        <w:ind w:left="4176" w:right="9437"/>
        <w:jc w:val="left"/>
        <w:rPr>
          <w:rFonts w:ascii="Myriad Pro" w:hAnsi="Myriad Pro" w:cs="Myriad Pro" w:eastAsia="Myriad Pro"/>
        </w:rPr>
      </w:pPr>
      <w:r>
        <w:rPr>
          <w:rFonts w:ascii="Myriad Pro"/>
        </w:rPr>
        <w:t>Cookie</w:t>
      </w:r>
      <w:r>
        <w:rPr>
          <w:rFonts w:ascii="Myriad Pro"/>
          <w:spacing w:val="11"/>
        </w:rPr>
        <w:t> </w:t>
      </w:r>
      <w:r>
        <w:rPr>
          <w:rFonts w:ascii="Myriad Pro"/>
        </w:rPr>
        <w:t>sheet</w:t>
      </w:r>
      <w:r>
        <w:rPr>
          <w:rFonts w:ascii="Myriad Pro"/>
          <w:w w:val="101"/>
        </w:rPr>
        <w:t> </w:t>
      </w:r>
      <w:r>
        <w:rPr>
          <w:rFonts w:ascii="Myriad Pro"/>
        </w:rPr>
        <w:t>dimension</w:t>
      </w:r>
      <w:r>
        <w:rPr>
          <w:rFonts w:ascii="Myriad Pro"/>
          <w:w w:val="101"/>
        </w:rPr>
        <w:t> </w:t>
      </w:r>
      <w:r>
        <w:rPr>
          <w:rFonts w:ascii="Myriad Pro"/>
          <w:spacing w:val="-1"/>
        </w:rPr>
        <w:t>layout</w:t>
      </w:r>
      <w:r>
        <w:rPr>
          <w:rFonts w:ascii="Myriad Pro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9"/>
        <w:rPr>
          <w:rFonts w:ascii="Myriad Pro" w:hAnsi="Myriad Pro" w:cs="Myriad Pro" w:eastAsia="Myriad Pro"/>
          <w:sz w:val="22"/>
          <w:szCs w:val="22"/>
        </w:rPr>
      </w:pPr>
    </w:p>
    <w:p>
      <w:pPr>
        <w:pStyle w:val="BodyText"/>
        <w:spacing w:line="240" w:lineRule="auto" w:before="68"/>
        <w:ind w:left="869" w:right="0"/>
        <w:jc w:val="left"/>
        <w:rPr>
          <w:rFonts w:ascii="Myriad Pro" w:hAnsi="Myriad Pro" w:cs="Myriad Pro" w:eastAsia="Myriad Pro"/>
        </w:rPr>
      </w:pPr>
      <w:r>
        <w:rPr>
          <w:rFonts w:ascii="Myriad Pro"/>
        </w:rPr>
        <w:t>12.0000</w:t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5"/>
        <w:rPr>
          <w:rFonts w:ascii="Myriad Pro" w:hAnsi="Myriad Pro" w:cs="Myriad Pro" w:eastAsia="Myriad Pro"/>
          <w:sz w:val="17"/>
          <w:szCs w:val="17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17"/>
          <w:szCs w:val="17"/>
        </w:rPr>
        <w:sectPr>
          <w:type w:val="continuous"/>
          <w:pgSz w:w="15840" w:h="12240" w:orient="landscape"/>
          <w:pgMar w:top="1080" w:bottom="280" w:left="500" w:right="520"/>
        </w:sectPr>
      </w:pPr>
    </w:p>
    <w:p>
      <w:pPr>
        <w:spacing w:line="240" w:lineRule="auto" w:before="6"/>
        <w:rPr>
          <w:rFonts w:ascii="Myriad Pro" w:hAnsi="Myriad Pro" w:cs="Myriad Pro" w:eastAsia="Myriad Pro"/>
          <w:sz w:val="22"/>
          <w:szCs w:val="22"/>
        </w:rPr>
      </w:pPr>
    </w:p>
    <w:p>
      <w:pPr>
        <w:spacing w:before="0"/>
        <w:ind w:left="0" w:right="0" w:firstLine="0"/>
        <w:jc w:val="right"/>
        <w:rPr>
          <w:rFonts w:ascii="Myriad Pro" w:hAnsi="Myriad Pro" w:cs="Myriad Pro" w:eastAsia="Myriad Pro"/>
          <w:sz w:val="16"/>
          <w:szCs w:val="16"/>
        </w:rPr>
      </w:pPr>
      <w:r>
        <w:rPr/>
        <w:pict>
          <v:shape style="position:absolute;margin-left:29.342161pt;margin-top:-21.075291pt;width:13pt;height:135.3pt;mso-position-horizontal-relative:page;mso-position-vertical-relative:paragraph;z-index:1216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245" w:lineRule="exact" w:before="0"/>
                    <w:ind w:left="20" w:right="0"/>
                    <w:jc w:val="left"/>
                  </w:pPr>
                  <w:r>
                    <w:rPr>
                      <w:color w:val="414042"/>
                      <w:spacing w:val="-5"/>
                      <w:w w:val="99"/>
                    </w:rPr>
                    <w:t>Y</w:t>
                  </w:r>
                  <w:r>
                    <w:rPr>
                      <w:color w:val="414042"/>
                      <w:spacing w:val="-5"/>
                    </w:rPr>
                    <w:t>ou</w:t>
                  </w:r>
                  <w:r>
                    <w:rPr>
                      <w:color w:val="414042"/>
                      <w:spacing w:val="-5"/>
                      <w:w w:val="99"/>
                    </w:rPr>
                    <w:t>t</w:t>
                  </w:r>
                  <w:r>
                    <w:rPr>
                      <w:color w:val="414042"/>
                      <w:spacing w:val="-5"/>
                    </w:rPr>
                    <w:t>h</w:t>
                  </w:r>
                  <w:r>
                    <w:rPr>
                      <w:color w:val="414042"/>
                      <w:spacing w:val="-1"/>
                    </w:rPr>
                    <w:t> </w:t>
                  </w:r>
                  <w:r>
                    <w:rPr>
                      <w:color w:val="414042"/>
                      <w:w w:val="99"/>
                    </w:rPr>
                    <w:t>E</w:t>
                  </w:r>
                  <w:r>
                    <w:rPr>
                      <w:color w:val="414042"/>
                    </w:rPr>
                    <w:t>xplore</w:t>
                  </w:r>
                  <w:r>
                    <w:rPr>
                      <w:color w:val="414042"/>
                      <w:spacing w:val="-1"/>
                    </w:rPr>
                    <w:t> </w:t>
                  </w:r>
                  <w:r>
                    <w:rPr>
                      <w:color w:val="414042"/>
                      <w:spacing w:val="-4"/>
                      <w:w w:val="99"/>
                    </w:rPr>
                    <w:t>T</w:t>
                  </w:r>
                  <w:r>
                    <w:rPr>
                      <w:color w:val="414042"/>
                      <w:spacing w:val="-4"/>
                    </w:rPr>
                    <w:t>rades</w:t>
                  </w:r>
                  <w:r>
                    <w:rPr>
                      <w:color w:val="414042"/>
                    </w:rPr>
                    <w:t> </w:t>
                  </w:r>
                  <w:r>
                    <w:rPr>
                      <w:color w:val="414042"/>
                      <w:spacing w:val="-1"/>
                      <w:w w:val="99"/>
                    </w:rPr>
                    <w:t>Sk</w:t>
                  </w:r>
                  <w:r>
                    <w:rPr>
                      <w:color w:val="414042"/>
                      <w:spacing w:val="-1"/>
                    </w:rPr>
                    <w:t>ills</w:t>
                  </w:r>
                  <w:r>
                    <w:rPr/>
                  </w:r>
                </w:p>
              </w:txbxContent>
            </v:textbox>
            <w10:wrap type="none"/>
          </v:shape>
        </w:pict>
      </w:r>
      <w:r>
        <w:rPr>
          <w:rFonts w:ascii="Myriad Pro"/>
          <w:w w:val="95"/>
          <w:sz w:val="16"/>
        </w:rPr>
        <w:t>0.5000</w:t>
      </w:r>
      <w:r>
        <w:rPr>
          <w:rFonts w:ascii="Myriad Pro"/>
          <w:sz w:val="16"/>
        </w:rPr>
      </w:r>
    </w:p>
    <w:p>
      <w:pPr>
        <w:spacing w:line="240" w:lineRule="auto" w:before="7"/>
        <w:rPr>
          <w:rFonts w:ascii="Myriad Pro" w:hAnsi="Myriad Pro" w:cs="Myriad Pro" w:eastAsia="Myriad Pro"/>
          <w:sz w:val="20"/>
          <w:szCs w:val="20"/>
        </w:rPr>
      </w:pPr>
    </w:p>
    <w:p>
      <w:pPr>
        <w:spacing w:before="0"/>
        <w:ind w:left="0" w:right="7" w:firstLine="0"/>
        <w:jc w:val="right"/>
        <w:rPr>
          <w:rFonts w:ascii="Myriad Pro" w:hAnsi="Myriad Pro" w:cs="Myriad Pro" w:eastAsia="Myriad Pro"/>
          <w:sz w:val="16"/>
          <w:szCs w:val="16"/>
        </w:rPr>
      </w:pPr>
      <w:r>
        <w:rPr>
          <w:rFonts w:ascii="Myriad Pro"/>
          <w:w w:val="95"/>
          <w:sz w:val="16"/>
        </w:rPr>
        <w:t>0.2500</w:t>
      </w:r>
      <w:r>
        <w:rPr>
          <w:rFonts w:ascii="Myriad Pro"/>
          <w:sz w:val="16"/>
        </w:rPr>
      </w:r>
    </w:p>
    <w:p>
      <w:pPr>
        <w:spacing w:before="71"/>
        <w:ind w:left="1728" w:right="0" w:firstLine="0"/>
        <w:jc w:val="left"/>
        <w:rPr>
          <w:rFonts w:ascii="Myriad Pro" w:hAnsi="Myriad Pro" w:cs="Myriad Pro" w:eastAsia="Myriad Pro"/>
          <w:sz w:val="19"/>
          <w:szCs w:val="19"/>
        </w:rPr>
      </w:pPr>
      <w:r>
        <w:rPr/>
        <w:br w:type="column"/>
      </w:r>
      <w:r>
        <w:rPr>
          <w:rFonts w:ascii="Myriad Pro"/>
          <w:spacing w:val="-1"/>
          <w:sz w:val="19"/>
        </w:rPr>
        <w:t>Cut</w:t>
      </w:r>
      <w:r>
        <w:rPr>
          <w:rFonts w:ascii="Myriad Pro"/>
          <w:sz w:val="19"/>
        </w:rPr>
        <w:t> line </w:t>
      </w:r>
      <w:r>
        <w:rPr>
          <w:rFonts w:ascii="Myriad Pro"/>
          <w:spacing w:val="-1"/>
          <w:sz w:val="19"/>
        </w:rPr>
        <w:t>for</w:t>
      </w:r>
      <w:r>
        <w:rPr>
          <w:rFonts w:ascii="Myriad Pro"/>
          <w:sz w:val="19"/>
        </w:rPr>
        <w:t> </w:t>
      </w:r>
      <w:r>
        <w:rPr>
          <w:rFonts w:ascii="Myriad Pro"/>
          <w:spacing w:val="-1"/>
          <w:sz w:val="19"/>
        </w:rPr>
        <w:t>top</w:t>
      </w:r>
      <w:r>
        <w:rPr>
          <w:rFonts w:ascii="Myriad Pro"/>
          <w:sz w:val="19"/>
        </w:rPr>
        <w:t> edge</w:t>
      </w:r>
    </w:p>
    <w:p>
      <w:pPr>
        <w:spacing w:line="159" w:lineRule="exact" w:before="43"/>
        <w:ind w:left="1235" w:right="0" w:firstLine="0"/>
        <w:jc w:val="left"/>
        <w:rPr>
          <w:rFonts w:ascii="Myriad Pro" w:hAnsi="Myriad Pro" w:cs="Myriad Pro" w:eastAsia="Myriad Pro"/>
          <w:sz w:val="16"/>
          <w:szCs w:val="16"/>
        </w:rPr>
      </w:pPr>
      <w:r>
        <w:rPr/>
        <w:pict>
          <v:shape style="position:absolute;margin-left:741.759644pt;margin-top:-16.353779pt;width:13pt;height:129.65pt;mso-position-horizontal-relative:page;mso-position-vertical-relative:paragraph;z-index:1144" type="#_x0000_t202" filled="false" stroked="false">
            <v:textbox inset="0,0,0,0" style="layout-flow:vertical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Meta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w w:val="99"/>
                      <w:sz w:val="22"/>
                      <w:szCs w:val="22"/>
                    </w:rPr>
                    <w:t>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w w:val="99"/>
                      <w:sz w:val="22"/>
                      <w:szCs w:val="22"/>
                    </w:rPr>
                    <w:t>Wo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rk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w w:val="99"/>
                      <w:sz w:val="22"/>
                      <w:szCs w:val="22"/>
                    </w:rPr>
                    <w:t>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w w:val="99"/>
                      <w:sz w:val="22"/>
                      <w:szCs w:val="22"/>
                    </w:rPr>
                    <w:t>b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w w:val="99"/>
                      <w:sz w:val="22"/>
                      <w:szCs w:val="22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cat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w w:val="99"/>
                      <w:sz w:val="22"/>
                      <w:szCs w:val="22"/>
                    </w:rPr>
                    <w:t>ion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Myriad Pro"/>
          <w:sz w:val="16"/>
        </w:rPr>
        <w:t>x</w:t>
      </w:r>
    </w:p>
    <w:p>
      <w:pPr>
        <w:spacing w:line="143" w:lineRule="exact" w:before="0"/>
        <w:ind w:left="1692" w:right="0" w:firstLine="0"/>
        <w:jc w:val="left"/>
        <w:rPr>
          <w:rFonts w:ascii="Myriad Pro" w:hAnsi="Myriad Pro" w:cs="Myriad Pro" w:eastAsia="Myriad Pro"/>
          <w:sz w:val="16"/>
          <w:szCs w:val="16"/>
        </w:rPr>
      </w:pPr>
      <w:r>
        <w:rPr>
          <w:rFonts w:ascii="Myriad Pro"/>
          <w:spacing w:val="-1"/>
          <w:sz w:val="16"/>
        </w:rPr>
        <w:t>Remove</w:t>
      </w:r>
      <w:r>
        <w:rPr>
          <w:rFonts w:ascii="Myriad Pro"/>
          <w:spacing w:val="-7"/>
          <w:sz w:val="16"/>
        </w:rPr>
        <w:t> </w:t>
      </w:r>
      <w:r>
        <w:rPr>
          <w:rFonts w:ascii="Myriad Pro"/>
          <w:sz w:val="16"/>
        </w:rPr>
        <w:t>1/4"</w:t>
      </w:r>
      <w:r>
        <w:rPr>
          <w:rFonts w:ascii="Myriad Pro"/>
          <w:spacing w:val="-7"/>
          <w:sz w:val="16"/>
        </w:rPr>
        <w:t> </w:t>
      </w:r>
      <w:r>
        <w:rPr>
          <w:rFonts w:ascii="Myriad Pro"/>
          <w:spacing w:val="-1"/>
          <w:sz w:val="16"/>
        </w:rPr>
        <w:t>square</w:t>
      </w:r>
      <w:r>
        <w:rPr>
          <w:rFonts w:ascii="Myriad Pro"/>
          <w:spacing w:val="-6"/>
          <w:sz w:val="16"/>
        </w:rPr>
        <w:t> </w:t>
      </w:r>
      <w:r>
        <w:rPr>
          <w:rFonts w:ascii="Myriad Pro"/>
          <w:spacing w:val="-1"/>
          <w:sz w:val="16"/>
        </w:rPr>
        <w:t>(indicated</w:t>
      </w:r>
      <w:r>
        <w:rPr>
          <w:rFonts w:ascii="Myriad Pro"/>
          <w:spacing w:val="-7"/>
          <w:sz w:val="16"/>
        </w:rPr>
        <w:t> </w:t>
      </w:r>
      <w:r>
        <w:rPr>
          <w:rFonts w:ascii="Myriad Pro"/>
          <w:sz w:val="16"/>
        </w:rPr>
        <w:t>with</w:t>
      </w:r>
      <w:r>
        <w:rPr>
          <w:rFonts w:ascii="Myriad Pro"/>
          <w:sz w:val="16"/>
        </w:rPr>
      </w:r>
    </w:p>
    <w:p>
      <w:pPr>
        <w:spacing w:line="176" w:lineRule="exact" w:before="0"/>
        <w:ind w:left="1692" w:right="0" w:firstLine="0"/>
        <w:jc w:val="left"/>
        <w:rPr>
          <w:rFonts w:ascii="Myriad Pro" w:hAnsi="Myriad Pro" w:cs="Myriad Pro" w:eastAsia="Myriad Pro"/>
          <w:sz w:val="16"/>
          <w:szCs w:val="16"/>
        </w:rPr>
      </w:pPr>
      <w:r>
        <w:rPr>
          <w:rFonts w:ascii="Myriad Pro"/>
          <w:sz w:val="16"/>
        </w:rPr>
        <w:t>the</w:t>
      </w:r>
      <w:r>
        <w:rPr>
          <w:rFonts w:ascii="Myriad Pro"/>
          <w:spacing w:val="-5"/>
          <w:sz w:val="16"/>
        </w:rPr>
        <w:t> </w:t>
      </w:r>
      <w:r>
        <w:rPr>
          <w:rFonts w:ascii="Myriad Pro"/>
          <w:sz w:val="16"/>
        </w:rPr>
        <w:t>X</w:t>
      </w:r>
      <w:r>
        <w:rPr>
          <w:rFonts w:ascii="Myriad Pro"/>
          <w:spacing w:val="-4"/>
          <w:sz w:val="16"/>
        </w:rPr>
        <w:t> </w:t>
      </w:r>
      <w:r>
        <w:rPr>
          <w:rFonts w:ascii="Myriad Pro"/>
          <w:sz w:val="16"/>
        </w:rPr>
        <w:t>on</w:t>
      </w:r>
      <w:r>
        <w:rPr>
          <w:rFonts w:ascii="Myriad Pro"/>
          <w:spacing w:val="-5"/>
          <w:sz w:val="16"/>
        </w:rPr>
        <w:t> </w:t>
      </w:r>
      <w:r>
        <w:rPr>
          <w:rFonts w:ascii="Myriad Pro"/>
          <w:sz w:val="16"/>
        </w:rPr>
        <w:t>both</w:t>
      </w:r>
      <w:r>
        <w:rPr>
          <w:rFonts w:ascii="Myriad Pro"/>
          <w:spacing w:val="-4"/>
          <w:sz w:val="16"/>
        </w:rPr>
        <w:t> </w:t>
      </w:r>
      <w:r>
        <w:rPr>
          <w:rFonts w:ascii="Myriad Pro"/>
          <w:sz w:val="16"/>
        </w:rPr>
        <w:t>sides</w:t>
      </w:r>
      <w:r>
        <w:rPr>
          <w:rFonts w:ascii="Myriad Pro"/>
          <w:spacing w:val="-5"/>
          <w:sz w:val="16"/>
        </w:rPr>
        <w:t> </w:t>
      </w:r>
      <w:r>
        <w:rPr>
          <w:rFonts w:ascii="Myriad Pro"/>
          <w:sz w:val="16"/>
        </w:rPr>
        <w:t>using</w:t>
      </w:r>
      <w:r>
        <w:rPr>
          <w:rFonts w:ascii="Myriad Pro"/>
          <w:spacing w:val="-4"/>
          <w:sz w:val="16"/>
        </w:rPr>
        <w:t> </w:t>
      </w:r>
      <w:r>
        <w:rPr>
          <w:rFonts w:ascii="Myriad Pro"/>
          <w:spacing w:val="-1"/>
          <w:sz w:val="16"/>
        </w:rPr>
        <w:t>aviation</w:t>
      </w:r>
      <w:r>
        <w:rPr>
          <w:rFonts w:ascii="Myriad Pro"/>
          <w:spacing w:val="-4"/>
          <w:sz w:val="16"/>
        </w:rPr>
        <w:t> </w:t>
      </w:r>
      <w:r>
        <w:rPr>
          <w:rFonts w:ascii="Myriad Pro"/>
          <w:sz w:val="16"/>
        </w:rPr>
        <w:t>snips</w:t>
      </w:r>
      <w:r>
        <w:rPr>
          <w:rFonts w:ascii="Myriad Pro"/>
          <w:sz w:val="16"/>
        </w:rPr>
      </w:r>
    </w:p>
    <w:p>
      <w:pPr>
        <w:spacing w:after="0" w:line="176" w:lineRule="exact"/>
        <w:jc w:val="left"/>
        <w:rPr>
          <w:rFonts w:ascii="Myriad Pro" w:hAnsi="Myriad Pro" w:cs="Myriad Pro" w:eastAsia="Myriad Pro"/>
          <w:sz w:val="16"/>
          <w:szCs w:val="16"/>
        </w:rPr>
        <w:sectPr>
          <w:type w:val="continuous"/>
          <w:pgSz w:w="15840" w:h="12240" w:orient="landscape"/>
          <w:pgMar w:top="1080" w:bottom="280" w:left="500" w:right="520"/>
          <w:cols w:num="2" w:equalWidth="0">
            <w:col w:w="1687" w:space="7135"/>
            <w:col w:w="5998"/>
          </w:cols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737.929016pt;margin-top:22.5pt;width:22.6pt;height:540pt;mso-position-horizontal-relative:page;mso-position-vertical-relative:page;z-index:1072" coordorigin="14759,450" coordsize="452,10800">
            <v:shape style="position:absolute;left:14759;top:450;width:452;height:10800" coordorigin="14759,450" coordsize="452,10800" path="m14759,450l14759,11250,15210,11250,15210,450,14759,450xe" filled="true" fillcolor="#7d83bf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29.152475pt;margin-top:30.5pt;width:14pt;height:8.7pt;mso-position-horizontal-relative:page;mso-position-vertical-relative:page;z-index:1192" type="#_x0000_t202" filled="false" stroked="false">
            <v:textbox inset="0,0,0,0" style="layout-flow:vertical">
              <w:txbxContent>
                <w:p>
                  <w:pPr>
                    <w:spacing w:line="265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color w:val="5F6BB1"/>
                      <w:sz w:val="24"/>
                    </w:rPr>
                    <w:t>6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</w:p>
    <w:sectPr>
      <w:type w:val="continuous"/>
      <w:pgSz w:w="15840" w:h="12240" w:orient="landscape"/>
      <w:pgMar w:top="1080" w:bottom="280" w:left="50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Myriad Pro">
    <w:altName w:val="Myriad P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079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076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074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072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0936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09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51.878204pt;margin-top:37.740337pt;width:129.65pt;height:13pt;mso-position-horizontal-relative:page;mso-position-vertical-relative:page;z-index:-108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086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33.550pt;height:13pt;mso-position-horizontal-relative:page;mso-position-vertical-relative:page;z-index:-108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Fabricate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Cookie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Sheet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1.878204pt;margin-top:37.240337pt;width:129.65pt;height:13pt;mso-position-horizontal-relative:page;mso-position-vertical-relative:page;z-index:-108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0696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29.65pt;height:13pt;mso-position-horizontal-relative:page;mso-position-vertical-relative:page;z-index:-106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7.962402pt;margin-top:37.240337pt;width:133.550pt;height:13pt;mso-position-horizontal-relative:page;mso-position-vertical-relative:page;z-index:-106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Fabricate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Cookie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Sheet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062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33.550pt;height:13pt;mso-position-horizontal-relative:page;mso-position-vertical-relative:page;z-index:-106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Fabricate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Cookie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Sheet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1.878204pt;margin-top:37.240337pt;width:129.65pt;height:13pt;mso-position-horizontal-relative:page;mso-position-vertical-relative:page;z-index:-105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440" w:hanging="32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9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5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1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7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8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4" w:hanging="32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2">
    <w:abstractNumId w:val="1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yperlink" Target="http://www.bing.com/videos/search?q=how%2Bto%2Buse%2Ba%2Bbox%2Band%2Bpan%2Bbrake&amp;amp;view=detail&amp;amp;mid=0" TargetMode="External"/><Relationship Id="rId13" Type="http://schemas.openxmlformats.org/officeDocument/2006/relationships/hyperlink" Target="http://www.bing.com/videos/search?q=how%2Bto%2Buse%2Ba%2Bwhiney%2Bpunch&amp;amp;&amp;amp;view=detail&amp;amp;mid=94426" TargetMode="External"/><Relationship Id="rId14" Type="http://schemas.openxmlformats.org/officeDocument/2006/relationships/hyperlink" Target="http://www.youtube.com/watch?v=5Nrc2xvLmC0" TargetMode="External"/><Relationship Id="rId15" Type="http://schemas.openxmlformats.org/officeDocument/2006/relationships/hyperlink" Target="http://www.bced.gov.bc.ca/irp/resdocs/headsup.pdf" TargetMode="External"/><Relationship Id="rId16" Type="http://schemas.openxmlformats.org/officeDocument/2006/relationships/hyperlink" Target="http://www.bctea.org/best-practice-guide/" TargetMode="External"/><Relationship Id="rId17" Type="http://schemas.openxmlformats.org/officeDocument/2006/relationships/header" Target="header5.xml"/><Relationship Id="rId18" Type="http://schemas.openxmlformats.org/officeDocument/2006/relationships/footer" Target="footer3.xml"/><Relationship Id="rId1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2017-12-07T15:12:41Z</dcterms:created>
  <dcterms:modified xsi:type="dcterms:W3CDTF">2017-12-07T15:12:41Z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